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9669B" w14:textId="77777777" w:rsidR="00896653" w:rsidRPr="00DB2054" w:rsidRDefault="00896653" w:rsidP="00896653">
      <w:pPr>
        <w:pStyle w:val="ADANote"/>
      </w:pPr>
      <w:r w:rsidRPr="00DB2054">
        <w:drawing>
          <wp:inline distT="0" distB="0" distL="0" distR="0" wp14:anchorId="2C2A1808" wp14:editId="65E8B143">
            <wp:extent cx="522586" cy="321017"/>
            <wp:effectExtent l="0" t="0" r="0" b="3175"/>
            <wp:docPr id="1" name="Picture 1" descr="This is an image of an up and down arrow ke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is is an image of an up and down arrow key. "/>
                    <pic:cNvPicPr/>
                  </pic:nvPicPr>
                  <pic:blipFill>
                    <a:blip r:embed="rId7"/>
                    <a:stretch>
                      <a:fillRect/>
                    </a:stretch>
                  </pic:blipFill>
                  <pic:spPr>
                    <a:xfrm>
                      <a:off x="0" y="0"/>
                      <a:ext cx="528678" cy="324759"/>
                    </a:xfrm>
                    <a:prstGeom prst="rect">
                      <a:avLst/>
                    </a:prstGeom>
                  </pic:spPr>
                </pic:pic>
              </a:graphicData>
            </a:graphic>
          </wp:inline>
        </w:drawing>
      </w:r>
      <w:r w:rsidRPr="00DB2054">
        <w:t xml:space="preserve"> </w:t>
      </w:r>
      <w:r w:rsidRPr="006434F7">
        <w:rPr>
          <w:b/>
          <w:bCs/>
          <w:color w:val="385623" w:themeColor="accent6" w:themeShade="80"/>
        </w:rPr>
        <w:t>Only use arrow down/up keys to navigate. Do not use tab key.</w:t>
      </w:r>
    </w:p>
    <w:p w14:paraId="31221B7B" w14:textId="77777777" w:rsidR="00E47162" w:rsidRPr="00A37954" w:rsidRDefault="00136588" w:rsidP="00BC67AB">
      <w:pPr>
        <w:pStyle w:val="FormTitle14ptBld"/>
        <w:rPr>
          <w:rStyle w:val="Strong"/>
        </w:rPr>
      </w:pPr>
      <w:r>
        <w:rPr>
          <w:rStyle w:val="Strong"/>
        </w:rPr>
        <w:t>dch-1277</w:t>
      </w:r>
      <w:r w:rsidR="00DA7A60">
        <w:rPr>
          <w:rStyle w:val="Strong"/>
        </w:rPr>
        <w:t>-A</w:t>
      </w:r>
      <w:r w:rsidR="003E6014">
        <w:rPr>
          <w:rStyle w:val="Strong"/>
        </w:rPr>
        <w:t xml:space="preserve">, </w:t>
      </w:r>
      <w:r w:rsidRPr="00136588">
        <w:rPr>
          <w:rStyle w:val="Strong"/>
        </w:rPr>
        <w:t xml:space="preserve">IRB </w:t>
      </w:r>
      <w:r w:rsidR="00DA7A60">
        <w:rPr>
          <w:rStyle w:val="Strong"/>
        </w:rPr>
        <w:t>ABBREVIATED INITIAL</w:t>
      </w:r>
      <w:r w:rsidRPr="00136588">
        <w:rPr>
          <w:rStyle w:val="Strong"/>
        </w:rPr>
        <w:t xml:space="preserve"> Review Application</w:t>
      </w:r>
    </w:p>
    <w:p w14:paraId="048508FE" w14:textId="77777777" w:rsidR="00BC67AB" w:rsidRDefault="00BC67AB" w:rsidP="002673AA">
      <w:pPr>
        <w:pStyle w:val="FormTitle13pt"/>
      </w:pPr>
      <w:r>
        <w:t>Michigan Department of Health and Human Services</w:t>
      </w:r>
      <w:r w:rsidR="007E4061">
        <w:t xml:space="preserve"> (MDHHS)</w:t>
      </w:r>
    </w:p>
    <w:p w14:paraId="7EB69A70" w14:textId="77777777" w:rsidR="00F973ED" w:rsidRDefault="00F973ED" w:rsidP="002673AA">
      <w:pPr>
        <w:pStyle w:val="FormTitle12pt"/>
        <w:spacing w:after="240"/>
      </w:pPr>
      <w:r>
        <w:t>(Rev</w:t>
      </w:r>
      <w:r w:rsidR="003E6014">
        <w:t xml:space="preserve">ised </w:t>
      </w:r>
      <w:r w:rsidR="00136588">
        <w:t>8-24</w:t>
      </w:r>
      <w:r>
        <w:t>)</w:t>
      </w:r>
    </w:p>
    <w:tbl>
      <w:tblPr>
        <w:tblStyle w:val="TableGrid"/>
        <w:tblW w:w="0" w:type="auto"/>
        <w:tblInd w:w="-24"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56"/>
        <w:gridCol w:w="3355"/>
        <w:gridCol w:w="3355"/>
      </w:tblGrid>
      <w:tr w:rsidR="00136588" w14:paraId="5DB4DA19" w14:textId="77777777" w:rsidTr="00136588">
        <w:trPr>
          <w:trHeight w:hRule="exact" w:val="480"/>
        </w:trPr>
        <w:tc>
          <w:tcPr>
            <w:tcW w:w="4656" w:type="dxa"/>
            <w:vAlign w:val="center"/>
          </w:tcPr>
          <w:p w14:paraId="3E4FB44C" w14:textId="77777777" w:rsidR="00136588" w:rsidRPr="00F40CD5" w:rsidRDefault="00136588" w:rsidP="00136588">
            <w:r w:rsidRPr="00136588">
              <w:rPr>
                <w:rFonts w:ascii="Arial" w:eastAsia="Times New Roman" w:hAnsi="Arial" w:cs="Times New Roman"/>
                <w:sz w:val="24"/>
                <w:szCs w:val="20"/>
              </w:rPr>
              <w:t xml:space="preserve">Email: </w:t>
            </w:r>
            <w:hyperlink r:id="rId8" w:history="1">
              <w:r w:rsidR="00DA7A60" w:rsidRPr="00DA7A60">
                <w:rPr>
                  <w:rStyle w:val="Hyperlink"/>
                  <w:rFonts w:ascii="Arial" w:eastAsia="Times New Roman" w:hAnsi="Arial" w:cs="Times New Roman"/>
                  <w:sz w:val="24"/>
                  <w:szCs w:val="20"/>
                  <w:u w:val="none"/>
                </w:rPr>
                <w:t>MDHHS-IRB@michigan.gov</w:t>
              </w:r>
            </w:hyperlink>
          </w:p>
        </w:tc>
        <w:tc>
          <w:tcPr>
            <w:tcW w:w="3355" w:type="dxa"/>
            <w:vAlign w:val="center"/>
          </w:tcPr>
          <w:p w14:paraId="12C499F5" w14:textId="77777777" w:rsidR="00136588" w:rsidRPr="00F40CD5" w:rsidRDefault="00136588" w:rsidP="00136588">
            <w:pPr>
              <w:pStyle w:val="LetterText12pt"/>
            </w:pPr>
            <w:r w:rsidRPr="003A1031">
              <w:t>Phone: 517-241-1928</w:t>
            </w:r>
          </w:p>
        </w:tc>
        <w:tc>
          <w:tcPr>
            <w:tcW w:w="3355" w:type="dxa"/>
            <w:vAlign w:val="center"/>
          </w:tcPr>
          <w:p w14:paraId="1B531762" w14:textId="77777777" w:rsidR="00136588" w:rsidRPr="00F40CD5" w:rsidRDefault="00136588" w:rsidP="00136588">
            <w:pPr>
              <w:pStyle w:val="LetterText12pt"/>
            </w:pPr>
            <w:r w:rsidRPr="003A1031">
              <w:t>Fax: 517-241-1200</w:t>
            </w:r>
          </w:p>
        </w:tc>
      </w:tr>
    </w:tbl>
    <w:p w14:paraId="7E1FE691" w14:textId="77777777" w:rsidR="005A1F42" w:rsidRPr="00136588" w:rsidRDefault="00136588" w:rsidP="00136588">
      <w:pPr>
        <w:pStyle w:val="SectionHeading"/>
        <w:rPr>
          <w:rStyle w:val="Strong"/>
        </w:rPr>
      </w:pPr>
      <w:r>
        <w:rPr>
          <w:rStyle w:val="Strong"/>
        </w:rPr>
        <w:t>section 1 – project identification</w:t>
      </w:r>
    </w:p>
    <w:p w14:paraId="28DD41B0" w14:textId="77777777" w:rsidR="008D73ED" w:rsidRDefault="008D73ED" w:rsidP="00A02216">
      <w:pPr>
        <w:pStyle w:val="LetterText12pt"/>
        <w:sectPr w:rsidR="008D73ED" w:rsidSect="00134832">
          <w:headerReference w:type="even" r:id="rId9"/>
          <w:headerReference w:type="default" r:id="rId10"/>
          <w:footerReference w:type="even" r:id="rId11"/>
          <w:footerReference w:type="default" r:id="rId12"/>
          <w:headerReference w:type="first" r:id="rId13"/>
          <w:footerReference w:type="first" r:id="rId14"/>
          <w:pgSz w:w="12240" w:h="15840"/>
          <w:pgMar w:top="432" w:right="432" w:bottom="432" w:left="432" w:header="0" w:footer="432" w:gutter="0"/>
          <w:cols w:space="720"/>
          <w:formProt w:val="0"/>
          <w:docGrid w:linePitch="360"/>
        </w:sectPr>
      </w:pPr>
    </w:p>
    <w:tbl>
      <w:tblPr>
        <w:tblStyle w:val="TableGrid"/>
        <w:tblW w:w="0" w:type="auto"/>
        <w:tblInd w:w="-24"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36588" w14:paraId="30EAE22B" w14:textId="77777777" w:rsidTr="00182BD5">
        <w:trPr>
          <w:trHeight w:val="672"/>
        </w:trPr>
        <w:tc>
          <w:tcPr>
            <w:tcW w:w="696" w:type="dxa"/>
          </w:tcPr>
          <w:p w14:paraId="4B2DBDE6" w14:textId="77777777" w:rsidR="00136588" w:rsidRDefault="00182BD5" w:rsidP="00A02216">
            <w:pPr>
              <w:pStyle w:val="LetterText12pt"/>
            </w:pPr>
            <w:r>
              <w:t>1.1</w:t>
            </w:r>
          </w:p>
        </w:tc>
        <w:tc>
          <w:tcPr>
            <w:tcW w:w="10670" w:type="dxa"/>
          </w:tcPr>
          <w:p w14:paraId="34DB0CE7" w14:textId="77777777" w:rsidR="00136588" w:rsidRDefault="00070B3E" w:rsidP="00A02216">
            <w:pPr>
              <w:pStyle w:val="LetterText12pt"/>
            </w:pPr>
            <w:r w:rsidRPr="00070B3E">
              <w:t>Project Title</w:t>
            </w:r>
          </w:p>
          <w:p w14:paraId="528AC66B" w14:textId="77777777" w:rsidR="00136588" w:rsidRDefault="008D73ED" w:rsidP="008D73ED">
            <w:pPr>
              <w:pStyle w:val="UserInput12pt"/>
              <w:ind w:left="-36"/>
            </w:pPr>
            <w:r w:rsidRPr="008D73ED">
              <w:rPr>
                <w:rStyle w:val="Strong"/>
                <w:sz w:val="2"/>
                <w:szCs w:val="2"/>
              </w:rPr>
              <w:fldChar w:fldCharType="begin">
                <w:ffData>
                  <w:name w:val="Text27"/>
                  <w:enabled/>
                  <w:calcOnExit w:val="0"/>
                  <w:textInput>
                    <w:maxLength w:val="1"/>
                  </w:textInput>
                </w:ffData>
              </w:fldChar>
            </w:r>
            <w:bookmarkStart w:id="0" w:name="Text27"/>
            <w:r w:rsidRPr="008D73ED">
              <w:rPr>
                <w:rStyle w:val="Strong"/>
                <w:sz w:val="2"/>
                <w:szCs w:val="2"/>
              </w:rPr>
              <w:instrText xml:space="preserve"> FORMTEXT </w:instrText>
            </w:r>
            <w:r w:rsidRPr="008D73ED">
              <w:rPr>
                <w:rStyle w:val="Strong"/>
                <w:sz w:val="2"/>
                <w:szCs w:val="2"/>
              </w:rPr>
            </w:r>
            <w:r w:rsidRPr="008D73ED">
              <w:rPr>
                <w:rStyle w:val="Strong"/>
                <w:sz w:val="2"/>
                <w:szCs w:val="2"/>
              </w:rPr>
              <w:fldChar w:fldCharType="separate"/>
            </w:r>
            <w:r w:rsidRPr="008D73ED">
              <w:rPr>
                <w:rStyle w:val="Strong"/>
                <w:noProof/>
                <w:sz w:val="2"/>
                <w:szCs w:val="2"/>
              </w:rPr>
              <w:t> </w:t>
            </w:r>
            <w:r w:rsidRPr="008D73ED">
              <w:rPr>
                <w:rStyle w:val="Strong"/>
                <w:sz w:val="2"/>
                <w:szCs w:val="2"/>
              </w:rPr>
              <w:fldChar w:fldCharType="end"/>
            </w:r>
            <w:bookmarkEnd w:id="0"/>
            <w:r w:rsidR="003538D2">
              <w:rPr>
                <w:rStyle w:val="Strong"/>
              </w:rPr>
              <w:fldChar w:fldCharType="begin">
                <w:ffData>
                  <w:name w:val="Text14"/>
                  <w:enabled/>
                  <w:calcOnExit w:val="0"/>
                  <w:statusText w:type="text" w:val="1.1 Enter Project Title"/>
                  <w:textInput/>
                </w:ffData>
              </w:fldChar>
            </w:r>
            <w:bookmarkStart w:id="1" w:name="Text14"/>
            <w:r w:rsidR="003538D2">
              <w:rPr>
                <w:rStyle w:val="Strong"/>
              </w:rPr>
              <w:instrText xml:space="preserve"> FORMTEXT </w:instrText>
            </w:r>
            <w:r w:rsidR="003538D2">
              <w:rPr>
                <w:rStyle w:val="Strong"/>
              </w:rPr>
            </w:r>
            <w:r w:rsidR="003538D2">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sidR="003538D2">
              <w:rPr>
                <w:rStyle w:val="Strong"/>
              </w:rPr>
              <w:fldChar w:fldCharType="end"/>
            </w:r>
            <w:bookmarkEnd w:id="1"/>
          </w:p>
        </w:tc>
      </w:tr>
    </w:tbl>
    <w:p w14:paraId="3DF369A8" w14:textId="77777777" w:rsidR="00136588" w:rsidRDefault="00136588" w:rsidP="00070B3E">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36588" w14:paraId="0ECBBAB3" w14:textId="77777777" w:rsidTr="00070B3E">
        <w:trPr>
          <w:trHeight w:val="624"/>
        </w:trPr>
        <w:tc>
          <w:tcPr>
            <w:tcW w:w="696" w:type="dxa"/>
          </w:tcPr>
          <w:p w14:paraId="3E292A4C" w14:textId="77777777" w:rsidR="00136588" w:rsidRDefault="00136588" w:rsidP="00A02216">
            <w:pPr>
              <w:pStyle w:val="LetterText12pt"/>
            </w:pPr>
          </w:p>
        </w:tc>
        <w:tc>
          <w:tcPr>
            <w:tcW w:w="10670" w:type="dxa"/>
          </w:tcPr>
          <w:p w14:paraId="4C487E66" w14:textId="77777777" w:rsidR="00136588" w:rsidRDefault="00070B3E" w:rsidP="00A02216">
            <w:pPr>
              <w:pStyle w:val="LetterText12pt"/>
            </w:pPr>
            <w:r w:rsidRPr="00070B3E">
              <w:t>Alternative Title</w:t>
            </w:r>
          </w:p>
          <w:p w14:paraId="1425F243" w14:textId="77777777" w:rsidR="00136588" w:rsidRDefault="003538D2" w:rsidP="00A02216">
            <w:pPr>
              <w:pStyle w:val="UserInput12pt"/>
            </w:pPr>
            <w:r>
              <w:rPr>
                <w:rStyle w:val="Strong"/>
              </w:rPr>
              <w:fldChar w:fldCharType="begin">
                <w:ffData>
                  <w:name w:val=""/>
                  <w:enabled/>
                  <w:calcOnExit w:val="0"/>
                  <w:statusText w:type="text" w:val="1.1 Enter Alternative Title"/>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38C62E02" w14:textId="77777777" w:rsidR="00136588" w:rsidRDefault="00136588" w:rsidP="00070B3E">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36588" w14:paraId="04DBA9EB" w14:textId="77777777" w:rsidTr="00070B3E">
        <w:trPr>
          <w:trHeight w:hRule="exact" w:val="624"/>
        </w:trPr>
        <w:tc>
          <w:tcPr>
            <w:tcW w:w="696" w:type="dxa"/>
          </w:tcPr>
          <w:p w14:paraId="25DFD96C" w14:textId="77777777" w:rsidR="00136588" w:rsidRDefault="00182BD5" w:rsidP="00A02216">
            <w:pPr>
              <w:pStyle w:val="LetterText12pt"/>
            </w:pPr>
            <w:r>
              <w:t>1.2</w:t>
            </w:r>
          </w:p>
        </w:tc>
        <w:tc>
          <w:tcPr>
            <w:tcW w:w="10670" w:type="dxa"/>
          </w:tcPr>
          <w:p w14:paraId="17A4BDC8" w14:textId="77777777" w:rsidR="00136588" w:rsidRDefault="00070B3E" w:rsidP="00A02216">
            <w:pPr>
              <w:pStyle w:val="LetterText12pt"/>
            </w:pPr>
            <w:r w:rsidRPr="00070B3E">
              <w:t>Responsible Department Employee</w:t>
            </w:r>
          </w:p>
          <w:p w14:paraId="26116851" w14:textId="77777777" w:rsidR="00136588" w:rsidRDefault="003538D2" w:rsidP="00A02216">
            <w:pPr>
              <w:pStyle w:val="UserInput12pt"/>
            </w:pPr>
            <w:r>
              <w:rPr>
                <w:rStyle w:val="Strong"/>
              </w:rPr>
              <w:fldChar w:fldCharType="begin">
                <w:ffData>
                  <w:name w:val=""/>
                  <w:enabled/>
                  <w:calcOnExit w:val="0"/>
                  <w:statusText w:type="text" w:val="1.2 Enter Responsible Department Employee"/>
                  <w:textInput>
                    <w:maxLength w:val="73"/>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7A126293" w14:textId="77777777" w:rsidR="00136588" w:rsidRDefault="00136588" w:rsidP="00070B3E">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2712"/>
        <w:gridCol w:w="7958"/>
      </w:tblGrid>
      <w:tr w:rsidR="00136588" w14:paraId="127DCB0E" w14:textId="77777777" w:rsidTr="00070B3E">
        <w:trPr>
          <w:trHeight w:hRule="exact" w:val="624"/>
        </w:trPr>
        <w:tc>
          <w:tcPr>
            <w:tcW w:w="696" w:type="dxa"/>
          </w:tcPr>
          <w:p w14:paraId="2E5CA92C" w14:textId="77777777" w:rsidR="00136588" w:rsidRPr="00F40CD5" w:rsidRDefault="00136588" w:rsidP="00A02216">
            <w:pPr>
              <w:pStyle w:val="LetterText12pt"/>
            </w:pPr>
          </w:p>
        </w:tc>
        <w:tc>
          <w:tcPr>
            <w:tcW w:w="2712" w:type="dxa"/>
          </w:tcPr>
          <w:p w14:paraId="33D2DBEB" w14:textId="77777777" w:rsidR="00136588" w:rsidRPr="00F40CD5" w:rsidRDefault="00182BD5" w:rsidP="00A02216">
            <w:pPr>
              <w:pStyle w:val="LetterText12pt"/>
            </w:pPr>
            <w:r>
              <w:t>Phone</w:t>
            </w:r>
          </w:p>
          <w:p w14:paraId="3B4BA588" w14:textId="77777777" w:rsidR="00136588" w:rsidRPr="00F40CD5" w:rsidRDefault="003538D2" w:rsidP="00A02216">
            <w:pPr>
              <w:pStyle w:val="UserInput12pt"/>
            </w:pPr>
            <w:r>
              <w:rPr>
                <w:rStyle w:val="Strong"/>
              </w:rPr>
              <w:fldChar w:fldCharType="begin">
                <w:ffData>
                  <w:name w:val="Text13"/>
                  <w:enabled/>
                  <w:calcOnExit w:val="0"/>
                  <w:statusText w:type="text" w:val="1.2 Enter Responsible Department Employee Phone Number"/>
                  <w:textInput>
                    <w:maxLength w:val="15"/>
                  </w:textInput>
                </w:ffData>
              </w:fldChar>
            </w:r>
            <w:bookmarkStart w:id="2" w:name="Text13"/>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bookmarkEnd w:id="2"/>
          </w:p>
        </w:tc>
        <w:tc>
          <w:tcPr>
            <w:tcW w:w="7958" w:type="dxa"/>
          </w:tcPr>
          <w:p w14:paraId="601A201B" w14:textId="77777777" w:rsidR="00136588" w:rsidRPr="00F40CD5" w:rsidRDefault="00182BD5" w:rsidP="00A02216">
            <w:pPr>
              <w:pStyle w:val="LetterText12pt"/>
            </w:pPr>
            <w:r>
              <w:t>Email</w:t>
            </w:r>
          </w:p>
          <w:p w14:paraId="654E9382" w14:textId="77777777" w:rsidR="00136588" w:rsidRPr="00F40CD5" w:rsidRDefault="003538D2" w:rsidP="00A02216">
            <w:pPr>
              <w:pStyle w:val="UserInput12pt"/>
            </w:pPr>
            <w:r>
              <w:rPr>
                <w:rStyle w:val="Strong"/>
              </w:rPr>
              <w:fldChar w:fldCharType="begin">
                <w:ffData>
                  <w:name w:val=""/>
                  <w:enabled/>
                  <w:calcOnExit w:val="0"/>
                  <w:statusText w:type="text" w:val="1.2 Enter Responsible Department Employee Email Address"/>
                  <w:textInput>
                    <w:maxLength w:val="54"/>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7EE38FFB" w14:textId="77777777" w:rsidR="00136588" w:rsidRDefault="00136588" w:rsidP="00070B3E">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36588" w14:paraId="749B1BCA" w14:textId="77777777" w:rsidTr="00E92EDB">
        <w:trPr>
          <w:trHeight w:val="624"/>
        </w:trPr>
        <w:tc>
          <w:tcPr>
            <w:tcW w:w="696" w:type="dxa"/>
          </w:tcPr>
          <w:p w14:paraId="7B177D5A" w14:textId="77777777" w:rsidR="00136588" w:rsidRDefault="00136588" w:rsidP="00A02216">
            <w:pPr>
              <w:pStyle w:val="LetterText12pt"/>
            </w:pPr>
          </w:p>
        </w:tc>
        <w:tc>
          <w:tcPr>
            <w:tcW w:w="10670" w:type="dxa"/>
          </w:tcPr>
          <w:p w14:paraId="4F30D88F" w14:textId="77777777" w:rsidR="00136588" w:rsidRDefault="00070B3E" w:rsidP="00A02216">
            <w:pPr>
              <w:pStyle w:val="LetterText12pt"/>
            </w:pPr>
            <w:r>
              <w:t>ID Mail Address</w:t>
            </w:r>
          </w:p>
          <w:p w14:paraId="1FF0D153" w14:textId="77777777" w:rsidR="00136588" w:rsidRDefault="00E92EDB" w:rsidP="00A02216">
            <w:pPr>
              <w:pStyle w:val="UserInput12pt"/>
            </w:pPr>
            <w:r>
              <w:rPr>
                <w:rStyle w:val="Strong"/>
              </w:rPr>
              <w:fldChar w:fldCharType="begin">
                <w:ffData>
                  <w:name w:val=""/>
                  <w:enabled/>
                  <w:calcOnExit w:val="0"/>
                  <w:statusText w:type="text" w:val="1.2 Enter Responsible Department Employee ID Mail Address"/>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7D860EE3" w14:textId="77777777" w:rsidR="00182BD5" w:rsidRPr="00182BD5" w:rsidRDefault="00182BD5" w:rsidP="00070B3E">
      <w:pPr>
        <w:pStyle w:val="LineSpacer"/>
        <w:rPr>
          <w:rStyle w:val="Strong"/>
          <w:b/>
          <w:bCs w:val="0"/>
        </w:rPr>
      </w:pPr>
    </w:p>
    <w:p w14:paraId="1AF61A12" w14:textId="77777777" w:rsidR="008D73ED" w:rsidRDefault="008D73ED" w:rsidP="00070B3E">
      <w:pPr>
        <w:pStyle w:val="LetterText12pt"/>
        <w:sectPr w:rsidR="008D73ED" w:rsidSect="008D73ED">
          <w:type w:val="continuous"/>
          <w:pgSz w:w="12240" w:h="15840"/>
          <w:pgMar w:top="432" w:right="432" w:bottom="432" w:left="432" w:header="0" w:footer="432" w:gutter="0"/>
          <w:cols w:space="720"/>
          <w:docGrid w:linePitch="360"/>
        </w:sectP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66"/>
      </w:tblGrid>
      <w:tr w:rsidR="00182BD5" w14:paraId="7D244CE1" w14:textId="77777777" w:rsidTr="00070B3E">
        <w:trPr>
          <w:trHeight w:hRule="exact" w:val="1200"/>
        </w:trPr>
        <w:tc>
          <w:tcPr>
            <w:tcW w:w="11366" w:type="dxa"/>
            <w:vAlign w:val="center"/>
          </w:tcPr>
          <w:p w14:paraId="6E52E4E6" w14:textId="77777777" w:rsidR="00182BD5" w:rsidRDefault="00182BD5" w:rsidP="00070B3E">
            <w:pPr>
              <w:pStyle w:val="LetterText12pt"/>
            </w:pPr>
            <w:r w:rsidRPr="00DD3B20">
              <w:rPr>
                <w:rStyle w:val="Strong"/>
              </w:rPr>
              <w:t>Note:</w:t>
            </w:r>
            <w:r w:rsidR="00070B3E">
              <w:t xml:space="preserve"> </w:t>
            </w:r>
            <w:r w:rsidR="00070B3E" w:rsidRPr="00070B3E">
              <w:t xml:space="preserve">The Responsible Department Employee must have a michigan.gov email address, have completed Human Research Protections Training within the past 3 years, and have Bureau Director or equivalent approval to submit applications to the Institutional Review Board. Applications must be submitted from the email address of the Responsible Department Employee to </w:t>
            </w:r>
            <w:hyperlink r:id="rId15" w:history="1">
              <w:r w:rsidR="00070B3E" w:rsidRPr="00070B3E">
                <w:rPr>
                  <w:rStyle w:val="Hyperlink"/>
                  <w:u w:val="none"/>
                </w:rPr>
                <w:t>MDHHS-IRB@michigan.gov</w:t>
              </w:r>
            </w:hyperlink>
            <w:r w:rsidR="00070B3E" w:rsidRPr="00070B3E">
              <w:t>.</w:t>
            </w:r>
          </w:p>
        </w:tc>
      </w:tr>
    </w:tbl>
    <w:p w14:paraId="74A6415B" w14:textId="77777777" w:rsidR="00182BD5" w:rsidRDefault="00182BD5" w:rsidP="00B61F04">
      <w:pPr>
        <w:pStyle w:val="LineSpacer"/>
      </w:pPr>
    </w:p>
    <w:p w14:paraId="2926365F" w14:textId="77777777" w:rsidR="008D73ED" w:rsidRDefault="008D73ED" w:rsidP="00A02216">
      <w:pPr>
        <w:pStyle w:val="LetterText12pt"/>
        <w:sectPr w:rsidR="008D73ED" w:rsidSect="008D73ED">
          <w:type w:val="continuous"/>
          <w:pgSz w:w="12240" w:h="15840"/>
          <w:pgMar w:top="432" w:right="432" w:bottom="432" w:left="432" w:header="0" w:footer="432" w:gutter="0"/>
          <w:cols w:space="720"/>
          <w:formProt w:val="0"/>
          <w:docGrid w:linePitch="360"/>
        </w:sectP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82BD5" w14:paraId="26A6FDE5" w14:textId="77777777" w:rsidTr="00B61F04">
        <w:trPr>
          <w:trHeight w:hRule="exact" w:val="624"/>
        </w:trPr>
        <w:tc>
          <w:tcPr>
            <w:tcW w:w="696" w:type="dxa"/>
          </w:tcPr>
          <w:p w14:paraId="3A00AD29" w14:textId="77777777" w:rsidR="00182BD5" w:rsidRDefault="00182BD5" w:rsidP="00A02216">
            <w:pPr>
              <w:pStyle w:val="LetterText12pt"/>
            </w:pPr>
            <w:r>
              <w:t>1.3</w:t>
            </w:r>
          </w:p>
        </w:tc>
        <w:tc>
          <w:tcPr>
            <w:tcW w:w="10670" w:type="dxa"/>
          </w:tcPr>
          <w:p w14:paraId="46FFBEC8" w14:textId="77777777" w:rsidR="00182BD5" w:rsidRDefault="00070B3E" w:rsidP="00A02216">
            <w:pPr>
              <w:pStyle w:val="LetterText12pt"/>
            </w:pPr>
            <w:r w:rsidRPr="00070B3E">
              <w:t>MDHHS Administration</w:t>
            </w:r>
          </w:p>
          <w:p w14:paraId="5C46E408" w14:textId="77777777" w:rsidR="00182BD5" w:rsidRDefault="008D73ED" w:rsidP="008D73ED">
            <w:pPr>
              <w:pStyle w:val="UserInput12pt"/>
              <w:ind w:left="-36"/>
            </w:pPr>
            <w:r w:rsidRPr="008D73ED">
              <w:rPr>
                <w:rStyle w:val="Strong"/>
                <w:sz w:val="2"/>
                <w:szCs w:val="2"/>
              </w:rPr>
              <w:fldChar w:fldCharType="begin">
                <w:ffData>
                  <w:name w:val="Text28"/>
                  <w:enabled/>
                  <w:calcOnExit w:val="0"/>
                  <w:textInput>
                    <w:maxLength w:val="1"/>
                  </w:textInput>
                </w:ffData>
              </w:fldChar>
            </w:r>
            <w:bookmarkStart w:id="3" w:name="Text28"/>
            <w:r w:rsidRPr="008D73ED">
              <w:rPr>
                <w:rStyle w:val="Strong"/>
                <w:sz w:val="2"/>
                <w:szCs w:val="2"/>
              </w:rPr>
              <w:instrText xml:space="preserve"> FORMTEXT </w:instrText>
            </w:r>
            <w:r w:rsidRPr="008D73ED">
              <w:rPr>
                <w:rStyle w:val="Strong"/>
                <w:sz w:val="2"/>
                <w:szCs w:val="2"/>
              </w:rPr>
            </w:r>
            <w:r w:rsidRPr="008D73ED">
              <w:rPr>
                <w:rStyle w:val="Strong"/>
                <w:sz w:val="2"/>
                <w:szCs w:val="2"/>
              </w:rPr>
              <w:fldChar w:fldCharType="separate"/>
            </w:r>
            <w:r w:rsidRPr="008D73ED">
              <w:rPr>
                <w:rStyle w:val="Strong"/>
                <w:noProof/>
                <w:sz w:val="2"/>
                <w:szCs w:val="2"/>
              </w:rPr>
              <w:t> </w:t>
            </w:r>
            <w:r w:rsidRPr="008D73ED">
              <w:rPr>
                <w:rStyle w:val="Strong"/>
                <w:sz w:val="2"/>
                <w:szCs w:val="2"/>
              </w:rPr>
              <w:fldChar w:fldCharType="end"/>
            </w:r>
            <w:bookmarkEnd w:id="3"/>
            <w:r w:rsidR="003538D2">
              <w:rPr>
                <w:rStyle w:val="Strong"/>
              </w:rPr>
              <w:fldChar w:fldCharType="begin">
                <w:ffData>
                  <w:name w:val=""/>
                  <w:enabled/>
                  <w:calcOnExit w:val="0"/>
                  <w:statusText w:type="text" w:val="1.3 Enter MDHHS Administration"/>
                  <w:textInput>
                    <w:maxLength w:val="73"/>
                  </w:textInput>
                </w:ffData>
              </w:fldChar>
            </w:r>
            <w:r w:rsidR="003538D2">
              <w:rPr>
                <w:rStyle w:val="Strong"/>
              </w:rPr>
              <w:instrText xml:space="preserve"> FORMTEXT </w:instrText>
            </w:r>
            <w:r w:rsidR="003538D2">
              <w:rPr>
                <w:rStyle w:val="Strong"/>
              </w:rPr>
            </w:r>
            <w:r w:rsidR="003538D2">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sidR="003538D2">
              <w:rPr>
                <w:rStyle w:val="Strong"/>
              </w:rPr>
              <w:fldChar w:fldCharType="end"/>
            </w:r>
          </w:p>
        </w:tc>
      </w:tr>
    </w:tbl>
    <w:p w14:paraId="6F66FEC0"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82BD5" w14:paraId="53A8C837" w14:textId="77777777" w:rsidTr="00B61F04">
        <w:trPr>
          <w:trHeight w:hRule="exact" w:val="624"/>
        </w:trPr>
        <w:tc>
          <w:tcPr>
            <w:tcW w:w="696" w:type="dxa"/>
          </w:tcPr>
          <w:p w14:paraId="5D47ED4E" w14:textId="77777777" w:rsidR="00182BD5" w:rsidRDefault="00182BD5" w:rsidP="00A02216">
            <w:pPr>
              <w:pStyle w:val="LetterText12pt"/>
            </w:pPr>
          </w:p>
        </w:tc>
        <w:tc>
          <w:tcPr>
            <w:tcW w:w="10670" w:type="dxa"/>
          </w:tcPr>
          <w:p w14:paraId="2B67B65C" w14:textId="77777777" w:rsidR="00182BD5" w:rsidRDefault="00070B3E" w:rsidP="00A02216">
            <w:pPr>
              <w:pStyle w:val="LetterText12pt"/>
            </w:pPr>
            <w:r w:rsidRPr="00070B3E">
              <w:t>Bureau or Office</w:t>
            </w:r>
          </w:p>
          <w:p w14:paraId="44CBA5E9" w14:textId="77777777" w:rsidR="00182BD5" w:rsidRDefault="003538D2" w:rsidP="00A02216">
            <w:pPr>
              <w:pStyle w:val="UserInput12pt"/>
            </w:pPr>
            <w:r>
              <w:rPr>
                <w:rStyle w:val="Strong"/>
              </w:rPr>
              <w:fldChar w:fldCharType="begin">
                <w:ffData>
                  <w:name w:val=""/>
                  <w:enabled/>
                  <w:calcOnExit w:val="0"/>
                  <w:statusText w:type="text" w:val="1.3 Enter Bureau or Office"/>
                  <w:textInput>
                    <w:maxLength w:val="73"/>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0D15C764"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82BD5" w14:paraId="3FF85F69" w14:textId="77777777" w:rsidTr="00B61F04">
        <w:trPr>
          <w:trHeight w:hRule="exact" w:val="624"/>
        </w:trPr>
        <w:tc>
          <w:tcPr>
            <w:tcW w:w="696" w:type="dxa"/>
          </w:tcPr>
          <w:p w14:paraId="178EFFE7" w14:textId="77777777" w:rsidR="00182BD5" w:rsidRDefault="00182BD5" w:rsidP="00A02216">
            <w:pPr>
              <w:pStyle w:val="LetterText12pt"/>
            </w:pPr>
          </w:p>
        </w:tc>
        <w:tc>
          <w:tcPr>
            <w:tcW w:w="10670" w:type="dxa"/>
          </w:tcPr>
          <w:p w14:paraId="63FBF9B6" w14:textId="77777777" w:rsidR="00182BD5" w:rsidRDefault="00070B3E" w:rsidP="00A02216">
            <w:pPr>
              <w:pStyle w:val="LetterText12pt"/>
            </w:pPr>
            <w:r w:rsidRPr="00070B3E">
              <w:t>Authorizing Supervisor (Bureau or Office Director/Equivalent)</w:t>
            </w:r>
          </w:p>
          <w:p w14:paraId="54A7AF2E" w14:textId="77777777" w:rsidR="00182BD5" w:rsidRDefault="003538D2" w:rsidP="00A02216">
            <w:pPr>
              <w:pStyle w:val="UserInput12pt"/>
            </w:pPr>
            <w:r>
              <w:rPr>
                <w:rStyle w:val="Strong"/>
              </w:rPr>
              <w:fldChar w:fldCharType="begin">
                <w:ffData>
                  <w:name w:val=""/>
                  <w:enabled/>
                  <w:calcOnExit w:val="0"/>
                  <w:statusText w:type="text" w:val="1.3 Enter Authorizing Supervisor (Bureau or Office Director/Equivalent)"/>
                  <w:textInput>
                    <w:maxLength w:val="73"/>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367127F8"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82BD5" w14:paraId="7EDF5A3A" w14:textId="77777777" w:rsidTr="00B61F04">
        <w:trPr>
          <w:trHeight w:hRule="exact" w:val="624"/>
        </w:trPr>
        <w:tc>
          <w:tcPr>
            <w:tcW w:w="696" w:type="dxa"/>
          </w:tcPr>
          <w:p w14:paraId="2E17335B" w14:textId="77777777" w:rsidR="00182BD5" w:rsidRDefault="00182BD5" w:rsidP="00A02216">
            <w:pPr>
              <w:pStyle w:val="LetterText12pt"/>
            </w:pPr>
          </w:p>
        </w:tc>
        <w:tc>
          <w:tcPr>
            <w:tcW w:w="10670" w:type="dxa"/>
          </w:tcPr>
          <w:p w14:paraId="4B19F0DE" w14:textId="77777777" w:rsidR="00182BD5" w:rsidRDefault="00070B3E" w:rsidP="00A02216">
            <w:pPr>
              <w:pStyle w:val="LetterText12pt"/>
            </w:pPr>
            <w:r w:rsidRPr="00070B3E">
              <w:t>Email for Authorizing Supervisor</w:t>
            </w:r>
          </w:p>
          <w:p w14:paraId="3D3A4113" w14:textId="77777777" w:rsidR="00182BD5" w:rsidRDefault="003538D2" w:rsidP="00A02216">
            <w:pPr>
              <w:pStyle w:val="UserInput12pt"/>
            </w:pPr>
            <w:r>
              <w:rPr>
                <w:rStyle w:val="Strong"/>
              </w:rPr>
              <w:fldChar w:fldCharType="begin">
                <w:ffData>
                  <w:name w:val=""/>
                  <w:enabled/>
                  <w:calcOnExit w:val="0"/>
                  <w:statusText w:type="text" w:val="1.3 Enter Email Address for Authorizing Supervisor"/>
                  <w:textInput>
                    <w:maxLength w:val="73"/>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59956B97" w14:textId="77777777" w:rsidR="00136588" w:rsidRDefault="00136588"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5335"/>
        <w:gridCol w:w="5335"/>
      </w:tblGrid>
      <w:tr w:rsidR="00182BD5" w14:paraId="163C710B" w14:textId="77777777" w:rsidTr="00B61F04">
        <w:trPr>
          <w:trHeight w:hRule="exact" w:val="624"/>
        </w:trPr>
        <w:tc>
          <w:tcPr>
            <w:tcW w:w="696" w:type="dxa"/>
          </w:tcPr>
          <w:p w14:paraId="544D57E5" w14:textId="77777777" w:rsidR="00182BD5" w:rsidRPr="00F40CD5" w:rsidRDefault="00182BD5" w:rsidP="00A02216">
            <w:pPr>
              <w:pStyle w:val="LetterText12pt"/>
            </w:pPr>
            <w:r>
              <w:t>1.4</w:t>
            </w:r>
          </w:p>
        </w:tc>
        <w:tc>
          <w:tcPr>
            <w:tcW w:w="5335" w:type="dxa"/>
          </w:tcPr>
          <w:p w14:paraId="3631D671" w14:textId="77777777" w:rsidR="00182BD5" w:rsidRPr="00F40CD5" w:rsidRDefault="00B61F04" w:rsidP="00A02216">
            <w:pPr>
              <w:pStyle w:val="LetterText12pt"/>
            </w:pPr>
            <w:r w:rsidRPr="00B61F04">
              <w:t>Primary Investigator</w:t>
            </w:r>
          </w:p>
          <w:p w14:paraId="30FC7642" w14:textId="77777777" w:rsidR="00182BD5" w:rsidRPr="00F40CD5" w:rsidRDefault="003538D2" w:rsidP="00A02216">
            <w:pPr>
              <w:pStyle w:val="UserInput12pt"/>
            </w:pPr>
            <w:r>
              <w:rPr>
                <w:rStyle w:val="Strong"/>
              </w:rPr>
              <w:fldChar w:fldCharType="begin">
                <w:ffData>
                  <w:name w:val=""/>
                  <w:enabled/>
                  <w:calcOnExit w:val="0"/>
                  <w:statusText w:type="text" w:val="1.4 Enter Primary Investigator"/>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c>
          <w:tcPr>
            <w:tcW w:w="5335" w:type="dxa"/>
          </w:tcPr>
          <w:p w14:paraId="60518735" w14:textId="77777777" w:rsidR="00182BD5" w:rsidRPr="00F40CD5" w:rsidRDefault="00B61F04" w:rsidP="00A02216">
            <w:pPr>
              <w:pStyle w:val="LetterText12pt"/>
            </w:pPr>
            <w:r>
              <w:t>Title</w:t>
            </w:r>
          </w:p>
          <w:p w14:paraId="32BCF62A" w14:textId="77777777" w:rsidR="00182BD5" w:rsidRPr="00F40CD5" w:rsidRDefault="003538D2" w:rsidP="00A02216">
            <w:pPr>
              <w:pStyle w:val="UserInput12pt"/>
            </w:pPr>
            <w:r>
              <w:rPr>
                <w:rStyle w:val="Strong"/>
              </w:rPr>
              <w:fldChar w:fldCharType="begin">
                <w:ffData>
                  <w:name w:val=""/>
                  <w:enabled/>
                  <w:calcOnExit w:val="0"/>
                  <w:statusText w:type="text" w:val="1.4 Enter Primary Investigator Title"/>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27C966EC"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82BD5" w14:paraId="2F639292" w14:textId="77777777" w:rsidTr="00B61F04">
        <w:trPr>
          <w:trHeight w:hRule="exact" w:val="624"/>
        </w:trPr>
        <w:tc>
          <w:tcPr>
            <w:tcW w:w="696" w:type="dxa"/>
          </w:tcPr>
          <w:p w14:paraId="747E40DA" w14:textId="77777777" w:rsidR="00182BD5" w:rsidRDefault="00182BD5" w:rsidP="00A02216">
            <w:pPr>
              <w:pStyle w:val="LetterText12pt"/>
            </w:pPr>
          </w:p>
        </w:tc>
        <w:tc>
          <w:tcPr>
            <w:tcW w:w="10670" w:type="dxa"/>
          </w:tcPr>
          <w:p w14:paraId="2A8AD239" w14:textId="77777777" w:rsidR="00182BD5" w:rsidRDefault="00B61F04" w:rsidP="00A02216">
            <w:pPr>
              <w:pStyle w:val="LetterText12pt"/>
            </w:pPr>
            <w:r>
              <w:t>Organization</w:t>
            </w:r>
          </w:p>
          <w:p w14:paraId="2AAFA542" w14:textId="77777777" w:rsidR="00182BD5" w:rsidRDefault="003538D2" w:rsidP="00A02216">
            <w:pPr>
              <w:pStyle w:val="UserInput12pt"/>
            </w:pPr>
            <w:r>
              <w:rPr>
                <w:rStyle w:val="Strong"/>
              </w:rPr>
              <w:fldChar w:fldCharType="begin">
                <w:ffData>
                  <w:name w:val=""/>
                  <w:enabled/>
                  <w:calcOnExit w:val="0"/>
                  <w:statusText w:type="text" w:val="1.4 Enter Primary Investigator Organization"/>
                  <w:textInput>
                    <w:maxLength w:val="73"/>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19FAAA5B"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2712"/>
        <w:gridCol w:w="7958"/>
      </w:tblGrid>
      <w:tr w:rsidR="00182BD5" w14:paraId="577A5B8A" w14:textId="77777777" w:rsidTr="00B61F04">
        <w:trPr>
          <w:trHeight w:hRule="exact" w:val="624"/>
        </w:trPr>
        <w:tc>
          <w:tcPr>
            <w:tcW w:w="696" w:type="dxa"/>
          </w:tcPr>
          <w:p w14:paraId="40662B31" w14:textId="77777777" w:rsidR="00182BD5" w:rsidRPr="00F40CD5" w:rsidRDefault="00182BD5" w:rsidP="00A02216">
            <w:pPr>
              <w:pStyle w:val="LetterText12pt"/>
            </w:pPr>
          </w:p>
        </w:tc>
        <w:tc>
          <w:tcPr>
            <w:tcW w:w="2712" w:type="dxa"/>
          </w:tcPr>
          <w:p w14:paraId="2A93D13E" w14:textId="77777777" w:rsidR="00182BD5" w:rsidRPr="00F40CD5" w:rsidRDefault="00182BD5" w:rsidP="00A02216">
            <w:pPr>
              <w:pStyle w:val="LetterText12pt"/>
            </w:pPr>
            <w:r>
              <w:t>Phone</w:t>
            </w:r>
          </w:p>
          <w:p w14:paraId="03CEF438" w14:textId="77777777" w:rsidR="00182BD5" w:rsidRPr="00F40CD5" w:rsidRDefault="003538D2" w:rsidP="00A02216">
            <w:pPr>
              <w:pStyle w:val="UserInput12pt"/>
            </w:pPr>
            <w:r>
              <w:rPr>
                <w:rStyle w:val="Strong"/>
              </w:rPr>
              <w:fldChar w:fldCharType="begin">
                <w:ffData>
                  <w:name w:val=""/>
                  <w:enabled/>
                  <w:calcOnExit w:val="0"/>
                  <w:statusText w:type="text" w:val="1.4 Enter Primary Investigator Phone Number"/>
                  <w:textInput>
                    <w:maxLength w:val="15"/>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c>
          <w:tcPr>
            <w:tcW w:w="7958" w:type="dxa"/>
          </w:tcPr>
          <w:p w14:paraId="357BC0C4" w14:textId="77777777" w:rsidR="00182BD5" w:rsidRPr="00F40CD5" w:rsidRDefault="00182BD5" w:rsidP="00A02216">
            <w:pPr>
              <w:pStyle w:val="LetterText12pt"/>
            </w:pPr>
            <w:r>
              <w:t>Email</w:t>
            </w:r>
          </w:p>
          <w:p w14:paraId="679EF06C" w14:textId="77777777" w:rsidR="00182BD5" w:rsidRPr="00F40CD5" w:rsidRDefault="003538D2" w:rsidP="00A02216">
            <w:pPr>
              <w:pStyle w:val="UserInput12pt"/>
            </w:pPr>
            <w:r>
              <w:rPr>
                <w:rStyle w:val="Strong"/>
              </w:rPr>
              <w:fldChar w:fldCharType="begin">
                <w:ffData>
                  <w:name w:val=""/>
                  <w:enabled/>
                  <w:calcOnExit w:val="0"/>
                  <w:statusText w:type="text" w:val="1.4 Primary Investigator Email Address"/>
                  <w:textInput>
                    <w:maxLength w:val="54"/>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0C16A416"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8772"/>
        <w:gridCol w:w="1898"/>
      </w:tblGrid>
      <w:tr w:rsidR="00182BD5" w14:paraId="5116F88E" w14:textId="77777777" w:rsidTr="00B61F04">
        <w:trPr>
          <w:trHeight w:hRule="exact" w:val="432"/>
        </w:trPr>
        <w:tc>
          <w:tcPr>
            <w:tcW w:w="696" w:type="dxa"/>
            <w:vAlign w:val="center"/>
          </w:tcPr>
          <w:p w14:paraId="5BA1A97F" w14:textId="77777777" w:rsidR="00182BD5" w:rsidRPr="00F40CD5" w:rsidRDefault="00182BD5" w:rsidP="00B61F04">
            <w:pPr>
              <w:pStyle w:val="LetterText12pt"/>
            </w:pPr>
            <w:r>
              <w:t>1.5</w:t>
            </w:r>
          </w:p>
        </w:tc>
        <w:tc>
          <w:tcPr>
            <w:tcW w:w="8772" w:type="dxa"/>
            <w:vAlign w:val="center"/>
          </w:tcPr>
          <w:p w14:paraId="63F04E3E" w14:textId="77777777" w:rsidR="00182BD5" w:rsidRPr="00F40CD5" w:rsidRDefault="00B61F04" w:rsidP="00B61F04">
            <w:pPr>
              <w:pStyle w:val="LetterText12pt"/>
            </w:pPr>
            <w:r w:rsidRPr="00B61F04">
              <w:t>Is this project federally funded?</w:t>
            </w:r>
          </w:p>
        </w:tc>
        <w:tc>
          <w:tcPr>
            <w:tcW w:w="1898" w:type="dxa"/>
            <w:vAlign w:val="center"/>
          </w:tcPr>
          <w:p w14:paraId="14F689F3" w14:textId="77777777" w:rsidR="00182BD5" w:rsidRPr="00F40CD5" w:rsidRDefault="003538D2" w:rsidP="00B61F04">
            <w:pPr>
              <w:pStyle w:val="LetterText12pt"/>
              <w:tabs>
                <w:tab w:val="left" w:pos="960"/>
              </w:tabs>
            </w:pPr>
            <w:r>
              <w:fldChar w:fldCharType="begin">
                <w:ffData>
                  <w:name w:val="Check1"/>
                  <w:enabled/>
                  <w:calcOnExit w:val="0"/>
                  <w:statusText w:type="text" w:val="1.5 Select if this project is federally funded"/>
                  <w:checkBox>
                    <w:sizeAuto/>
                    <w:default w:val="0"/>
                    <w:checked w:val="0"/>
                  </w:checkBox>
                </w:ffData>
              </w:fldChar>
            </w:r>
            <w:bookmarkStart w:id="4" w:name="Check1"/>
            <w:r>
              <w:instrText xml:space="preserve"> FORMCHECKBOX </w:instrText>
            </w:r>
            <w:r w:rsidR="00036280">
              <w:fldChar w:fldCharType="separate"/>
            </w:r>
            <w:r>
              <w:fldChar w:fldCharType="end"/>
            </w:r>
            <w:bookmarkEnd w:id="4"/>
            <w:r w:rsidR="00182BD5">
              <w:t xml:space="preserve"> Yes</w:t>
            </w:r>
            <w:r w:rsidR="00182BD5">
              <w:tab/>
            </w:r>
            <w:r>
              <w:fldChar w:fldCharType="begin">
                <w:ffData>
                  <w:name w:val="Check2"/>
                  <w:enabled/>
                  <w:calcOnExit w:val="0"/>
                  <w:statusText w:type="text" w:val="1.5 Select if this project is not federally funded"/>
                  <w:checkBox>
                    <w:sizeAuto/>
                    <w:default w:val="0"/>
                    <w:checked w:val="0"/>
                  </w:checkBox>
                </w:ffData>
              </w:fldChar>
            </w:r>
            <w:bookmarkStart w:id="5" w:name="Check2"/>
            <w:r>
              <w:instrText xml:space="preserve"> FORMCHECKBOX </w:instrText>
            </w:r>
            <w:r w:rsidR="00036280">
              <w:fldChar w:fldCharType="separate"/>
            </w:r>
            <w:r>
              <w:fldChar w:fldCharType="end"/>
            </w:r>
            <w:bookmarkEnd w:id="5"/>
            <w:r w:rsidR="00182BD5">
              <w:t xml:space="preserve"> No</w:t>
            </w:r>
          </w:p>
        </w:tc>
      </w:tr>
    </w:tbl>
    <w:p w14:paraId="794A5226" w14:textId="77777777" w:rsidR="00182BD5" w:rsidRDefault="00182BD5" w:rsidP="00B61F04">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5335"/>
        <w:gridCol w:w="5335"/>
      </w:tblGrid>
      <w:tr w:rsidR="00182BD5" w14:paraId="09A8BAA5" w14:textId="77777777" w:rsidTr="00A02216">
        <w:trPr>
          <w:trHeight w:hRule="exact" w:val="624"/>
        </w:trPr>
        <w:tc>
          <w:tcPr>
            <w:tcW w:w="696" w:type="dxa"/>
          </w:tcPr>
          <w:p w14:paraId="333E7198" w14:textId="77777777" w:rsidR="00182BD5" w:rsidRPr="00F40CD5" w:rsidRDefault="00182BD5" w:rsidP="00A02216">
            <w:pPr>
              <w:pStyle w:val="LetterText12pt"/>
            </w:pPr>
          </w:p>
        </w:tc>
        <w:tc>
          <w:tcPr>
            <w:tcW w:w="5335" w:type="dxa"/>
          </w:tcPr>
          <w:p w14:paraId="7D989C5F" w14:textId="77777777" w:rsidR="00182BD5" w:rsidRPr="00F40CD5" w:rsidRDefault="00B61F04" w:rsidP="00A02216">
            <w:pPr>
              <w:pStyle w:val="LetterText12pt"/>
            </w:pPr>
            <w:r w:rsidRPr="00B61F04">
              <w:t>If yes, specify the federal agency</w:t>
            </w:r>
          </w:p>
          <w:p w14:paraId="62B3E5A4" w14:textId="77777777" w:rsidR="00182BD5" w:rsidRPr="00F40CD5" w:rsidRDefault="003538D2" w:rsidP="00A02216">
            <w:pPr>
              <w:pStyle w:val="UserInput12pt"/>
            </w:pPr>
            <w:r>
              <w:rPr>
                <w:rStyle w:val="Strong"/>
              </w:rPr>
              <w:fldChar w:fldCharType="begin">
                <w:ffData>
                  <w:name w:val=""/>
                  <w:enabled/>
                  <w:calcOnExit w:val="0"/>
                  <w:statusText w:type="text" w:val="1.5 If project is federally funded, enter the federal agency"/>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c>
          <w:tcPr>
            <w:tcW w:w="5335" w:type="dxa"/>
          </w:tcPr>
          <w:p w14:paraId="2A7DAB9B" w14:textId="77777777" w:rsidR="00182BD5" w:rsidRPr="00F40CD5" w:rsidRDefault="00B61F04" w:rsidP="00A02216">
            <w:pPr>
              <w:pStyle w:val="LetterText12pt"/>
            </w:pPr>
            <w:r w:rsidRPr="00B61F04">
              <w:t>Grant or Contract Number</w:t>
            </w:r>
          </w:p>
          <w:p w14:paraId="322D29C8" w14:textId="77777777" w:rsidR="00182BD5" w:rsidRPr="00F40CD5" w:rsidRDefault="003538D2" w:rsidP="00A02216">
            <w:pPr>
              <w:pStyle w:val="UserInput12pt"/>
            </w:pPr>
            <w:r>
              <w:rPr>
                <w:rStyle w:val="Strong"/>
              </w:rPr>
              <w:fldChar w:fldCharType="begin">
                <w:ffData>
                  <w:name w:val=""/>
                  <w:enabled/>
                  <w:calcOnExit w:val="0"/>
                  <w:statusText w:type="text" w:val="1.5 If project is federally funded, enter the Grant or Contract Number"/>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290D0F61" w14:textId="77777777" w:rsidR="00182BD5" w:rsidRDefault="00182BD5" w:rsidP="00B61F04">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5335"/>
        <w:gridCol w:w="5335"/>
      </w:tblGrid>
      <w:tr w:rsidR="00182BD5" w14:paraId="23126B00" w14:textId="77777777" w:rsidTr="00B61F04">
        <w:trPr>
          <w:trHeight w:hRule="exact" w:val="624"/>
        </w:trPr>
        <w:tc>
          <w:tcPr>
            <w:tcW w:w="696" w:type="dxa"/>
          </w:tcPr>
          <w:p w14:paraId="7513C1FE" w14:textId="77777777" w:rsidR="00182BD5" w:rsidRPr="00F40CD5" w:rsidRDefault="00182BD5" w:rsidP="00A02216">
            <w:pPr>
              <w:pStyle w:val="LetterText12pt"/>
            </w:pPr>
            <w:r>
              <w:t>1.6</w:t>
            </w:r>
          </w:p>
        </w:tc>
        <w:tc>
          <w:tcPr>
            <w:tcW w:w="5335" w:type="dxa"/>
          </w:tcPr>
          <w:p w14:paraId="1206319A" w14:textId="77777777" w:rsidR="00182BD5" w:rsidRPr="00F40CD5" w:rsidRDefault="00B61F04" w:rsidP="00A02216">
            <w:pPr>
              <w:pStyle w:val="LetterText12pt"/>
            </w:pPr>
            <w:r w:rsidRPr="00B61F04">
              <w:t>Non-Federal funding source(s) if applicable</w:t>
            </w:r>
          </w:p>
          <w:p w14:paraId="12A98C08" w14:textId="77777777" w:rsidR="00182BD5" w:rsidRPr="00F40CD5" w:rsidRDefault="00C950AF" w:rsidP="00A02216">
            <w:pPr>
              <w:pStyle w:val="UserInput12pt"/>
            </w:pPr>
            <w:r>
              <w:rPr>
                <w:rStyle w:val="Strong"/>
              </w:rPr>
              <w:fldChar w:fldCharType="begin">
                <w:ffData>
                  <w:name w:val=""/>
                  <w:enabled/>
                  <w:calcOnExit w:val="0"/>
                  <w:statusText w:type="text" w:val="1.6 Enter Non-Federal funding source(s) if applicable"/>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c>
          <w:tcPr>
            <w:tcW w:w="5335" w:type="dxa"/>
          </w:tcPr>
          <w:p w14:paraId="0D6DD365" w14:textId="77777777" w:rsidR="00182BD5" w:rsidRPr="00F40CD5" w:rsidRDefault="00B61F04" w:rsidP="00A02216">
            <w:pPr>
              <w:pStyle w:val="LetterText12pt"/>
            </w:pPr>
            <w:r w:rsidRPr="00B61F04">
              <w:t>Grant or Contract Number</w:t>
            </w:r>
          </w:p>
          <w:p w14:paraId="49537DEB" w14:textId="77777777" w:rsidR="00182BD5" w:rsidRPr="00F40CD5" w:rsidRDefault="00C950AF" w:rsidP="00A02216">
            <w:pPr>
              <w:pStyle w:val="UserInput12pt"/>
            </w:pPr>
            <w:r>
              <w:rPr>
                <w:rStyle w:val="Strong"/>
              </w:rPr>
              <w:fldChar w:fldCharType="begin">
                <w:ffData>
                  <w:name w:val=""/>
                  <w:enabled/>
                  <w:calcOnExit w:val="0"/>
                  <w:statusText w:type="text" w:val="1.6 Enter Non-Federal funding source Grant or Contract Number "/>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149FB58C" w14:textId="77777777" w:rsidR="00182BD5" w:rsidRDefault="00182BD5" w:rsidP="00B47E9D">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8772"/>
        <w:gridCol w:w="1898"/>
      </w:tblGrid>
      <w:tr w:rsidR="00182BD5" w14:paraId="44D3B2FD" w14:textId="77777777" w:rsidTr="00B47E9D">
        <w:trPr>
          <w:trHeight w:hRule="exact" w:val="432"/>
        </w:trPr>
        <w:tc>
          <w:tcPr>
            <w:tcW w:w="696" w:type="dxa"/>
            <w:vAlign w:val="center"/>
          </w:tcPr>
          <w:p w14:paraId="4E046778" w14:textId="77777777" w:rsidR="00182BD5" w:rsidRPr="00F40CD5" w:rsidRDefault="00182BD5" w:rsidP="00B61F04">
            <w:pPr>
              <w:pStyle w:val="LetterText12pt"/>
            </w:pPr>
            <w:r>
              <w:t>1.7</w:t>
            </w:r>
          </w:p>
        </w:tc>
        <w:tc>
          <w:tcPr>
            <w:tcW w:w="8772" w:type="dxa"/>
            <w:vAlign w:val="center"/>
          </w:tcPr>
          <w:p w14:paraId="1A02357F" w14:textId="77777777" w:rsidR="00182BD5" w:rsidRPr="00F40CD5" w:rsidRDefault="00B61F04" w:rsidP="00B61F04">
            <w:pPr>
              <w:pStyle w:val="LetterText12pt"/>
            </w:pPr>
            <w:r w:rsidRPr="00B61F04">
              <w:t>Is this project subject to FDA regulations?</w:t>
            </w:r>
          </w:p>
        </w:tc>
        <w:tc>
          <w:tcPr>
            <w:tcW w:w="1898" w:type="dxa"/>
            <w:vAlign w:val="center"/>
          </w:tcPr>
          <w:p w14:paraId="61CB06E0" w14:textId="77777777" w:rsidR="00182BD5" w:rsidRPr="00F40CD5" w:rsidRDefault="00C950AF" w:rsidP="00B61F04">
            <w:pPr>
              <w:pStyle w:val="LetterText12pt"/>
              <w:tabs>
                <w:tab w:val="left" w:pos="960"/>
              </w:tabs>
            </w:pPr>
            <w:r>
              <w:fldChar w:fldCharType="begin">
                <w:ffData>
                  <w:name w:val=""/>
                  <w:enabled/>
                  <w:calcOnExit w:val="0"/>
                  <w:statusText w:type="text" w:val="1.7 Select if this project is subject to FDA regulations"/>
                  <w:checkBox>
                    <w:sizeAuto/>
                    <w:default w:val="0"/>
                  </w:checkBox>
                </w:ffData>
              </w:fldChar>
            </w:r>
            <w:r>
              <w:instrText xml:space="preserve"> FORMCHECKBOX </w:instrText>
            </w:r>
            <w:r w:rsidR="00036280">
              <w:fldChar w:fldCharType="separate"/>
            </w:r>
            <w:r>
              <w:fldChar w:fldCharType="end"/>
            </w:r>
            <w:r w:rsidR="00182BD5">
              <w:t xml:space="preserve"> Yes</w:t>
            </w:r>
            <w:r w:rsidR="00182BD5">
              <w:tab/>
            </w:r>
            <w:r>
              <w:fldChar w:fldCharType="begin">
                <w:ffData>
                  <w:name w:val=""/>
                  <w:enabled/>
                  <w:calcOnExit w:val="0"/>
                  <w:statusText w:type="text" w:val="1.7 Select if this project is not subject to FDA regulations"/>
                  <w:checkBox>
                    <w:sizeAuto/>
                    <w:default w:val="0"/>
                  </w:checkBox>
                </w:ffData>
              </w:fldChar>
            </w:r>
            <w:r>
              <w:instrText xml:space="preserve"> FORMCHECKBOX </w:instrText>
            </w:r>
            <w:r w:rsidR="00036280">
              <w:fldChar w:fldCharType="separate"/>
            </w:r>
            <w:r>
              <w:fldChar w:fldCharType="end"/>
            </w:r>
            <w:r w:rsidR="00182BD5">
              <w:t xml:space="preserve"> No</w:t>
            </w:r>
          </w:p>
        </w:tc>
      </w:tr>
    </w:tbl>
    <w:p w14:paraId="0886782B" w14:textId="77777777" w:rsidR="00182BD5" w:rsidRDefault="00182BD5" w:rsidP="00B47E9D">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182BD5" w14:paraId="463AEC89" w14:textId="77777777" w:rsidTr="00B47E9D">
        <w:trPr>
          <w:trHeight w:hRule="exact" w:val="384"/>
        </w:trPr>
        <w:tc>
          <w:tcPr>
            <w:tcW w:w="696" w:type="dxa"/>
          </w:tcPr>
          <w:p w14:paraId="29BCBE72" w14:textId="77777777" w:rsidR="00182BD5" w:rsidRDefault="00182BD5" w:rsidP="00A02216">
            <w:pPr>
              <w:pStyle w:val="LetterText12pt"/>
            </w:pPr>
          </w:p>
        </w:tc>
        <w:tc>
          <w:tcPr>
            <w:tcW w:w="10670" w:type="dxa"/>
          </w:tcPr>
          <w:p w14:paraId="48E2F76D" w14:textId="77777777" w:rsidR="00182BD5" w:rsidRDefault="00B61F04" w:rsidP="00522514">
            <w:pPr>
              <w:pStyle w:val="LetterText12pt"/>
            </w:pPr>
            <w:r w:rsidRPr="00B61F04">
              <w:t>If yes, specify below which FDA-regulated test articles will be used.</w:t>
            </w:r>
          </w:p>
        </w:tc>
      </w:tr>
    </w:tbl>
    <w:p w14:paraId="5D9118BD" w14:textId="77777777" w:rsidR="00182BD5" w:rsidRDefault="00182BD5" w:rsidP="00B47E9D">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B47E9D" w14:paraId="6A585277" w14:textId="77777777" w:rsidTr="00B47E9D">
        <w:trPr>
          <w:trHeight w:hRule="exact" w:val="408"/>
        </w:trPr>
        <w:tc>
          <w:tcPr>
            <w:tcW w:w="696" w:type="dxa"/>
            <w:vAlign w:val="center"/>
          </w:tcPr>
          <w:p w14:paraId="226EE3C1" w14:textId="77777777" w:rsidR="00B47E9D" w:rsidRDefault="00B47E9D" w:rsidP="00B47E9D">
            <w:pPr>
              <w:pStyle w:val="LetterText12pt"/>
            </w:pPr>
          </w:p>
        </w:tc>
        <w:tc>
          <w:tcPr>
            <w:tcW w:w="10670" w:type="dxa"/>
            <w:vAlign w:val="center"/>
          </w:tcPr>
          <w:p w14:paraId="13241578" w14:textId="77777777" w:rsidR="00B47E9D" w:rsidRDefault="00C950AF" w:rsidP="00B47E9D">
            <w:pPr>
              <w:pStyle w:val="LetterText12pt"/>
            </w:pPr>
            <w:r>
              <w:fldChar w:fldCharType="begin">
                <w:ffData>
                  <w:name w:val="Check9"/>
                  <w:enabled/>
                  <w:calcOnExit w:val="0"/>
                  <w:statusText w:type="text" w:val="1.7 If this project is subject to FDA regulations select if no test article used"/>
                  <w:checkBox>
                    <w:sizeAuto/>
                    <w:default w:val="0"/>
                  </w:checkBox>
                </w:ffData>
              </w:fldChar>
            </w:r>
            <w:bookmarkStart w:id="6" w:name="Check9"/>
            <w:r>
              <w:instrText xml:space="preserve"> FORMCHECKBOX </w:instrText>
            </w:r>
            <w:r w:rsidR="00036280">
              <w:fldChar w:fldCharType="separate"/>
            </w:r>
            <w:r>
              <w:fldChar w:fldCharType="end"/>
            </w:r>
            <w:bookmarkEnd w:id="6"/>
            <w:r w:rsidR="00B47E9D">
              <w:t xml:space="preserve"> No test article used</w:t>
            </w:r>
          </w:p>
        </w:tc>
      </w:tr>
    </w:tbl>
    <w:p w14:paraId="59609012" w14:textId="77777777" w:rsidR="00B47E9D" w:rsidRDefault="00314DA5" w:rsidP="00314DA5">
      <w:pPr>
        <w:pStyle w:val="LineSpacer"/>
        <w:tabs>
          <w:tab w:val="left" w:pos="2142"/>
        </w:tabs>
      </w:pPr>
      <w:r>
        <w:tab/>
      </w: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3576"/>
        <w:gridCol w:w="804"/>
        <w:gridCol w:w="2460"/>
        <w:gridCol w:w="1368"/>
        <w:gridCol w:w="2462"/>
      </w:tblGrid>
      <w:tr w:rsidR="00522514" w:rsidRPr="00522514" w14:paraId="63030946" w14:textId="77777777" w:rsidTr="00B47E9D">
        <w:trPr>
          <w:trHeight w:hRule="exact" w:val="408"/>
        </w:trPr>
        <w:tc>
          <w:tcPr>
            <w:tcW w:w="696" w:type="dxa"/>
          </w:tcPr>
          <w:p w14:paraId="6883F181" w14:textId="77777777" w:rsidR="00522514" w:rsidRPr="00522514" w:rsidRDefault="00522514" w:rsidP="00522514">
            <w:pPr>
              <w:pStyle w:val="LetterText12pt"/>
            </w:pPr>
          </w:p>
        </w:tc>
        <w:tc>
          <w:tcPr>
            <w:tcW w:w="3576" w:type="dxa"/>
          </w:tcPr>
          <w:p w14:paraId="28D4E271" w14:textId="77777777" w:rsidR="00522514" w:rsidRPr="00522514" w:rsidRDefault="00C950AF" w:rsidP="00522514">
            <w:pPr>
              <w:pStyle w:val="LetterText12pt"/>
            </w:pPr>
            <w:r>
              <w:fldChar w:fldCharType="begin">
                <w:ffData>
                  <w:name w:val=""/>
                  <w:enabled/>
                  <w:calcOnExit w:val="0"/>
                  <w:statusText w:type="text" w:val="1.7 If this project is subject to FDA regulations select if test article used is drug or biologic"/>
                  <w:checkBox>
                    <w:sizeAuto/>
                    <w:default w:val="0"/>
                  </w:checkBox>
                </w:ffData>
              </w:fldChar>
            </w:r>
            <w:r>
              <w:instrText xml:space="preserve"> FORMCHECKBOX </w:instrText>
            </w:r>
            <w:r w:rsidR="00036280">
              <w:fldChar w:fldCharType="separate"/>
            </w:r>
            <w:r>
              <w:fldChar w:fldCharType="end"/>
            </w:r>
            <w:r w:rsidR="00B47E9D">
              <w:t xml:space="preserve"> Drug or biologic used</w:t>
            </w:r>
          </w:p>
        </w:tc>
        <w:tc>
          <w:tcPr>
            <w:tcW w:w="804" w:type="dxa"/>
          </w:tcPr>
          <w:p w14:paraId="09FFD734" w14:textId="77777777" w:rsidR="00522514" w:rsidRPr="00522514" w:rsidRDefault="00522514" w:rsidP="00522514">
            <w:pPr>
              <w:pStyle w:val="LetterText12pt"/>
            </w:pPr>
            <w:r>
              <w:t>IND #</w:t>
            </w:r>
          </w:p>
        </w:tc>
        <w:tc>
          <w:tcPr>
            <w:tcW w:w="2460" w:type="dxa"/>
          </w:tcPr>
          <w:p w14:paraId="36EFAAAD" w14:textId="77777777" w:rsidR="00522514" w:rsidRPr="00522514" w:rsidRDefault="00E92EDB" w:rsidP="00522514">
            <w:pPr>
              <w:pStyle w:val="UserInput12pt"/>
              <w:spacing w:before="40"/>
              <w:rPr>
                <w:rStyle w:val="Strong"/>
              </w:rPr>
            </w:pPr>
            <w:r>
              <w:rPr>
                <w:rStyle w:val="Strong"/>
              </w:rPr>
              <w:fldChar w:fldCharType="begin">
                <w:ffData>
                  <w:name w:val="Text15"/>
                  <w:enabled/>
                  <w:calcOnExit w:val="0"/>
                  <w:statusText w:type="text" w:val="1.7 If selected test article used is drug or biologic, enter IND number"/>
                  <w:textInput>
                    <w:maxLength w:val="16"/>
                  </w:textInput>
                </w:ffData>
              </w:fldChar>
            </w:r>
            <w:bookmarkStart w:id="7" w:name="Text15"/>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bookmarkEnd w:id="7"/>
          </w:p>
        </w:tc>
        <w:tc>
          <w:tcPr>
            <w:tcW w:w="1368" w:type="dxa"/>
          </w:tcPr>
          <w:p w14:paraId="23737EF3" w14:textId="77777777" w:rsidR="00522514" w:rsidRPr="00522514" w:rsidRDefault="00522514" w:rsidP="00522514">
            <w:pPr>
              <w:pStyle w:val="LetterText12pt"/>
            </w:pPr>
            <w:r>
              <w:t>Trial Phase</w:t>
            </w:r>
          </w:p>
        </w:tc>
        <w:tc>
          <w:tcPr>
            <w:tcW w:w="2462" w:type="dxa"/>
          </w:tcPr>
          <w:p w14:paraId="20D9EA6D" w14:textId="77777777" w:rsidR="00522514" w:rsidRPr="00522514" w:rsidRDefault="00E92EDB" w:rsidP="00522514">
            <w:pPr>
              <w:pStyle w:val="UserInput12pt"/>
              <w:spacing w:before="40"/>
              <w:rPr>
                <w:rStyle w:val="Strong"/>
              </w:rPr>
            </w:pPr>
            <w:r>
              <w:rPr>
                <w:rStyle w:val="Strong"/>
              </w:rPr>
              <w:fldChar w:fldCharType="begin">
                <w:ffData>
                  <w:name w:val=""/>
                  <w:enabled/>
                  <w:calcOnExit w:val="0"/>
                  <w:statusText w:type="text" w:val="1.7 If selected test article used is drug or biologic, enter Trial Phase"/>
                  <w:textInput>
                    <w:maxLength w:val="1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0687ACAF" w14:textId="77777777" w:rsidR="00522514" w:rsidRDefault="00522514" w:rsidP="00B47E9D">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3576"/>
        <w:gridCol w:w="804"/>
        <w:gridCol w:w="2460"/>
        <w:gridCol w:w="1380"/>
        <w:gridCol w:w="2450"/>
      </w:tblGrid>
      <w:tr w:rsidR="00522514" w:rsidRPr="00522514" w14:paraId="2232383A" w14:textId="77777777" w:rsidTr="00B47E9D">
        <w:trPr>
          <w:trHeight w:hRule="exact" w:val="408"/>
        </w:trPr>
        <w:tc>
          <w:tcPr>
            <w:tcW w:w="696" w:type="dxa"/>
          </w:tcPr>
          <w:p w14:paraId="1DF8586B" w14:textId="77777777" w:rsidR="00522514" w:rsidRPr="00522514" w:rsidRDefault="00522514" w:rsidP="00A02216">
            <w:pPr>
              <w:pStyle w:val="LetterText12pt"/>
            </w:pPr>
          </w:p>
        </w:tc>
        <w:tc>
          <w:tcPr>
            <w:tcW w:w="3576" w:type="dxa"/>
          </w:tcPr>
          <w:p w14:paraId="5B64C61A" w14:textId="77777777" w:rsidR="00522514" w:rsidRPr="00522514" w:rsidRDefault="00C950AF" w:rsidP="00A02216">
            <w:pPr>
              <w:pStyle w:val="LetterText12pt"/>
            </w:pPr>
            <w:r>
              <w:fldChar w:fldCharType="begin">
                <w:ffData>
                  <w:name w:val=""/>
                  <w:enabled/>
                  <w:calcOnExit w:val="0"/>
                  <w:statusText w:type="text" w:val="1.7 If this project is subject to FDA regulations select if test article used is device"/>
                  <w:checkBox>
                    <w:sizeAuto/>
                    <w:default w:val="0"/>
                  </w:checkBox>
                </w:ffData>
              </w:fldChar>
            </w:r>
            <w:r>
              <w:instrText xml:space="preserve"> FORMCHECKBOX </w:instrText>
            </w:r>
            <w:r w:rsidR="00036280">
              <w:fldChar w:fldCharType="separate"/>
            </w:r>
            <w:r>
              <w:fldChar w:fldCharType="end"/>
            </w:r>
            <w:r w:rsidR="00B47E9D">
              <w:t xml:space="preserve"> Device used</w:t>
            </w:r>
          </w:p>
        </w:tc>
        <w:tc>
          <w:tcPr>
            <w:tcW w:w="804" w:type="dxa"/>
          </w:tcPr>
          <w:p w14:paraId="4410CD5B" w14:textId="77777777" w:rsidR="00522514" w:rsidRPr="00522514" w:rsidRDefault="00522514" w:rsidP="00A02216">
            <w:pPr>
              <w:pStyle w:val="LetterText12pt"/>
            </w:pPr>
            <w:r>
              <w:t>I</w:t>
            </w:r>
            <w:r w:rsidR="000640E6">
              <w:t>D</w:t>
            </w:r>
            <w:r>
              <w:t>E #</w:t>
            </w:r>
          </w:p>
        </w:tc>
        <w:tc>
          <w:tcPr>
            <w:tcW w:w="2460" w:type="dxa"/>
          </w:tcPr>
          <w:p w14:paraId="53A2E3D7" w14:textId="77777777" w:rsidR="00522514" w:rsidRPr="00522514" w:rsidRDefault="000640E6" w:rsidP="00522514">
            <w:pPr>
              <w:pStyle w:val="UserInput12pt"/>
              <w:spacing w:before="40"/>
              <w:rPr>
                <w:rStyle w:val="Strong"/>
              </w:rPr>
            </w:pPr>
            <w:r>
              <w:rPr>
                <w:rStyle w:val="Strong"/>
              </w:rPr>
              <w:fldChar w:fldCharType="begin">
                <w:ffData>
                  <w:name w:val=""/>
                  <w:enabled/>
                  <w:calcOnExit w:val="0"/>
                  <w:statusText w:type="text" w:val="1.7 If selected test article used is device, enter IDE number"/>
                  <w:textInput>
                    <w:maxLength w:val="16"/>
                  </w:textInput>
                </w:ffData>
              </w:fldChar>
            </w:r>
            <w:r>
              <w:rPr>
                <w:rStyle w:val="Strong"/>
              </w:rPr>
              <w:instrText xml:space="preserve"> FORMTEXT </w:instrText>
            </w:r>
            <w:r>
              <w:rPr>
                <w:rStyle w:val="Strong"/>
              </w:rPr>
            </w:r>
            <w:r>
              <w:rPr>
                <w:rStyle w:val="Strong"/>
              </w:rPr>
              <w:fldChar w:fldCharType="separate"/>
            </w:r>
            <w:r>
              <w:rPr>
                <w:rStyle w:val="Strong"/>
                <w:noProof/>
              </w:rPr>
              <w:t> </w:t>
            </w:r>
            <w:r>
              <w:rPr>
                <w:rStyle w:val="Strong"/>
                <w:noProof/>
              </w:rPr>
              <w:t> </w:t>
            </w:r>
            <w:r>
              <w:rPr>
                <w:rStyle w:val="Strong"/>
                <w:noProof/>
              </w:rPr>
              <w:t> </w:t>
            </w:r>
            <w:r>
              <w:rPr>
                <w:rStyle w:val="Strong"/>
                <w:noProof/>
              </w:rPr>
              <w:t> </w:t>
            </w:r>
            <w:r>
              <w:rPr>
                <w:rStyle w:val="Strong"/>
                <w:noProof/>
              </w:rPr>
              <w:t> </w:t>
            </w:r>
            <w:r>
              <w:rPr>
                <w:rStyle w:val="Strong"/>
              </w:rPr>
              <w:fldChar w:fldCharType="end"/>
            </w:r>
          </w:p>
        </w:tc>
        <w:tc>
          <w:tcPr>
            <w:tcW w:w="1380" w:type="dxa"/>
          </w:tcPr>
          <w:p w14:paraId="2B0B8965" w14:textId="77777777" w:rsidR="00522514" w:rsidRPr="00522514" w:rsidRDefault="00522514" w:rsidP="00A02216">
            <w:pPr>
              <w:pStyle w:val="LetterText12pt"/>
            </w:pPr>
            <w:r>
              <w:t>Risk Level</w:t>
            </w:r>
          </w:p>
        </w:tc>
        <w:tc>
          <w:tcPr>
            <w:tcW w:w="2450" w:type="dxa"/>
          </w:tcPr>
          <w:p w14:paraId="74A2BCCF" w14:textId="77777777" w:rsidR="00522514" w:rsidRPr="00522514" w:rsidRDefault="00E92EDB" w:rsidP="00522514">
            <w:pPr>
              <w:pStyle w:val="UserInput12pt"/>
              <w:spacing w:before="40"/>
              <w:rPr>
                <w:rStyle w:val="Strong"/>
              </w:rPr>
            </w:pPr>
            <w:r>
              <w:rPr>
                <w:rStyle w:val="Strong"/>
              </w:rPr>
              <w:fldChar w:fldCharType="begin">
                <w:ffData>
                  <w:name w:val=""/>
                  <w:enabled/>
                  <w:calcOnExit w:val="0"/>
                  <w:statusText w:type="text" w:val="1.7 If selected test article used is device, enter Risk Level"/>
                  <w:textInput>
                    <w:maxLength w:val="1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7BA3D99D" w14:textId="77777777" w:rsidR="00522514" w:rsidRDefault="00522514" w:rsidP="000A26CD">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5335"/>
        <w:gridCol w:w="5335"/>
      </w:tblGrid>
      <w:tr w:rsidR="00522514" w14:paraId="65731C95" w14:textId="77777777" w:rsidTr="000A26CD">
        <w:trPr>
          <w:trHeight w:hRule="exact" w:val="624"/>
        </w:trPr>
        <w:tc>
          <w:tcPr>
            <w:tcW w:w="696" w:type="dxa"/>
          </w:tcPr>
          <w:p w14:paraId="57E0665A" w14:textId="77777777" w:rsidR="00522514" w:rsidRPr="00F40CD5" w:rsidRDefault="00522514" w:rsidP="00A02216">
            <w:pPr>
              <w:pStyle w:val="LetterText12pt"/>
            </w:pPr>
            <w:r>
              <w:t>1.8</w:t>
            </w:r>
          </w:p>
        </w:tc>
        <w:tc>
          <w:tcPr>
            <w:tcW w:w="5335" w:type="dxa"/>
          </w:tcPr>
          <w:p w14:paraId="56C37086" w14:textId="77777777" w:rsidR="00522514" w:rsidRPr="00F40CD5" w:rsidRDefault="000A26CD" w:rsidP="00A02216">
            <w:pPr>
              <w:pStyle w:val="LetterText12pt"/>
            </w:pPr>
            <w:r w:rsidRPr="000A26CD">
              <w:t>What date do you plan to begin this project?</w:t>
            </w:r>
          </w:p>
          <w:p w14:paraId="22C098C0" w14:textId="77777777" w:rsidR="00522514" w:rsidRPr="00F40CD5" w:rsidRDefault="00C950AF" w:rsidP="00A02216">
            <w:pPr>
              <w:pStyle w:val="UserInput12pt"/>
            </w:pPr>
            <w:r>
              <w:rPr>
                <w:rStyle w:val="Strong"/>
              </w:rPr>
              <w:fldChar w:fldCharType="begin">
                <w:ffData>
                  <w:name w:val=""/>
                  <w:enabled/>
                  <w:calcOnExit w:val="0"/>
                  <w:statusText w:type="text" w:val="1.8 Enter date you plan to begin this project (mm/dd/yyyy)"/>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c>
          <w:tcPr>
            <w:tcW w:w="5335" w:type="dxa"/>
          </w:tcPr>
          <w:p w14:paraId="51B0CFF2" w14:textId="77777777" w:rsidR="00522514" w:rsidRPr="00F40CD5" w:rsidRDefault="000A26CD" w:rsidP="00A02216">
            <w:pPr>
              <w:pStyle w:val="LetterText12pt"/>
            </w:pPr>
            <w:r w:rsidRPr="000A26CD">
              <w:t>What date do you plan to complete this project?</w:t>
            </w:r>
          </w:p>
          <w:p w14:paraId="07265AB9" w14:textId="77777777" w:rsidR="00522514" w:rsidRPr="00F40CD5" w:rsidRDefault="00C950AF" w:rsidP="00A02216">
            <w:pPr>
              <w:pStyle w:val="UserInput12pt"/>
            </w:pPr>
            <w:r>
              <w:rPr>
                <w:rStyle w:val="Strong"/>
              </w:rPr>
              <w:fldChar w:fldCharType="begin">
                <w:ffData>
                  <w:name w:val=""/>
                  <w:enabled/>
                  <w:calcOnExit w:val="0"/>
                  <w:statusText w:type="text" w:val="1.8 Enter date you plan to complete this project (mm/dd/yyyy)"/>
                  <w:textInput>
                    <w:maxLength w:val="36"/>
                  </w:textInput>
                </w:ffData>
              </w:fldChar>
            </w:r>
            <w:r>
              <w:rPr>
                <w:rStyle w:val="Strong"/>
              </w:rPr>
              <w:instrText xml:space="preserve"> FORMTEXT </w:instrText>
            </w:r>
            <w:r>
              <w:rPr>
                <w:rStyle w:val="Strong"/>
              </w:rPr>
            </w:r>
            <w:r>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Pr>
                <w:rStyle w:val="Strong"/>
              </w:rPr>
              <w:fldChar w:fldCharType="end"/>
            </w:r>
          </w:p>
        </w:tc>
      </w:tr>
    </w:tbl>
    <w:p w14:paraId="0C1C74DF" w14:textId="77777777" w:rsidR="00522514" w:rsidRDefault="00522514" w:rsidP="004010A2">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8772"/>
        <w:gridCol w:w="1898"/>
      </w:tblGrid>
      <w:tr w:rsidR="00522514" w14:paraId="323A8FA3" w14:textId="77777777" w:rsidTr="00AA7F78">
        <w:trPr>
          <w:trHeight w:hRule="exact" w:val="912"/>
        </w:trPr>
        <w:tc>
          <w:tcPr>
            <w:tcW w:w="696" w:type="dxa"/>
          </w:tcPr>
          <w:p w14:paraId="3ABC4257" w14:textId="77777777" w:rsidR="00522514" w:rsidRPr="00F40CD5" w:rsidRDefault="00522514" w:rsidP="00AA7F78">
            <w:pPr>
              <w:pStyle w:val="LetterText12pt"/>
            </w:pPr>
            <w:r>
              <w:t>1.9</w:t>
            </w:r>
          </w:p>
        </w:tc>
        <w:tc>
          <w:tcPr>
            <w:tcW w:w="8772" w:type="dxa"/>
          </w:tcPr>
          <w:p w14:paraId="6349C757" w14:textId="77777777" w:rsidR="00522514" w:rsidRPr="00F40CD5" w:rsidRDefault="00AA7F78" w:rsidP="00AA7F78">
            <w:pPr>
              <w:pStyle w:val="LetterText12pt"/>
            </w:pPr>
            <w:r w:rsidRPr="00AA7F78">
              <w:t>Are you requesting an IRB Authorization Agreement allowing the Michigan Department of Health and Human Services to rely on the review provided by another organization’s IRB?</w:t>
            </w:r>
          </w:p>
        </w:tc>
        <w:tc>
          <w:tcPr>
            <w:tcW w:w="1898" w:type="dxa"/>
          </w:tcPr>
          <w:p w14:paraId="2071363D" w14:textId="77777777" w:rsidR="00522514" w:rsidRPr="00F40CD5" w:rsidRDefault="00AA7F78" w:rsidP="00AA7F78">
            <w:pPr>
              <w:pStyle w:val="LetterText12pt"/>
              <w:tabs>
                <w:tab w:val="left" w:pos="960"/>
              </w:tabs>
            </w:pPr>
            <w:r>
              <w:fldChar w:fldCharType="begin">
                <w:ffData>
                  <w:name w:val=""/>
                  <w:enabled/>
                  <w:calcOnExit w:val="0"/>
                  <w:statusText w:type="text" w:val="1.9 Select if requesting IRB Authorization Agreement allowing MDHHS to rely on review provided by another organization's IRB"/>
                  <w:checkBox>
                    <w:sizeAuto/>
                    <w:default w:val="0"/>
                  </w:checkBox>
                </w:ffData>
              </w:fldChar>
            </w:r>
            <w:r>
              <w:instrText xml:space="preserve"> FORMCHECKBOX </w:instrText>
            </w:r>
            <w:r w:rsidR="00036280">
              <w:fldChar w:fldCharType="separate"/>
            </w:r>
            <w:r>
              <w:fldChar w:fldCharType="end"/>
            </w:r>
            <w:r w:rsidR="00522514">
              <w:t xml:space="preserve"> Yes</w:t>
            </w:r>
            <w:r w:rsidR="00522514">
              <w:tab/>
            </w:r>
            <w:r>
              <w:fldChar w:fldCharType="begin">
                <w:ffData>
                  <w:name w:val=""/>
                  <w:enabled/>
                  <w:calcOnExit w:val="0"/>
                  <w:statusText w:type="text" w:val="1.9 Select if not requesting IRB Authorization Agreement allowing MDHHS to rely on review provided by another organization's IRB"/>
                  <w:checkBox>
                    <w:sizeAuto/>
                    <w:default w:val="0"/>
                  </w:checkBox>
                </w:ffData>
              </w:fldChar>
            </w:r>
            <w:r>
              <w:instrText xml:space="preserve"> FORMCHECKBOX </w:instrText>
            </w:r>
            <w:r w:rsidR="00036280">
              <w:fldChar w:fldCharType="separate"/>
            </w:r>
            <w:r>
              <w:fldChar w:fldCharType="end"/>
            </w:r>
            <w:r w:rsidR="00522514">
              <w:t xml:space="preserve"> No</w:t>
            </w:r>
          </w:p>
        </w:tc>
      </w:tr>
    </w:tbl>
    <w:p w14:paraId="0BA53304" w14:textId="77777777" w:rsidR="00522514" w:rsidRDefault="00522514" w:rsidP="007617D8">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522514" w14:paraId="7146DAD0" w14:textId="77777777" w:rsidTr="000640E6">
        <w:trPr>
          <w:trHeight w:hRule="exact" w:val="648"/>
        </w:trPr>
        <w:tc>
          <w:tcPr>
            <w:tcW w:w="696" w:type="dxa"/>
          </w:tcPr>
          <w:p w14:paraId="5BA2C8EA" w14:textId="77777777" w:rsidR="00522514" w:rsidRDefault="00522514" w:rsidP="00A02216">
            <w:pPr>
              <w:pStyle w:val="LetterText12pt"/>
            </w:pPr>
          </w:p>
        </w:tc>
        <w:tc>
          <w:tcPr>
            <w:tcW w:w="10670" w:type="dxa"/>
          </w:tcPr>
          <w:p w14:paraId="0F029626" w14:textId="77777777" w:rsidR="00522514" w:rsidRDefault="000640E6" w:rsidP="000A26CD">
            <w:pPr>
              <w:pStyle w:val="LetterText12pt"/>
            </w:pPr>
            <w:r w:rsidRPr="000640E6">
              <w:t>If yes, explain why it is appropriate for MDHHS to rely on the review provided by another institution’s IRB.</w:t>
            </w:r>
          </w:p>
        </w:tc>
      </w:tr>
    </w:tbl>
    <w:p w14:paraId="46454171" w14:textId="77777777" w:rsidR="007617D8" w:rsidRDefault="007617D8" w:rsidP="000A26CD">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0A26CD" w14:paraId="6EED2DAC" w14:textId="77777777" w:rsidTr="000A26CD">
        <w:trPr>
          <w:trHeight w:hRule="exact" w:val="336"/>
        </w:trPr>
        <w:tc>
          <w:tcPr>
            <w:tcW w:w="696" w:type="dxa"/>
          </w:tcPr>
          <w:p w14:paraId="69EC6AD5" w14:textId="77777777" w:rsidR="000A26CD" w:rsidRDefault="000A26CD" w:rsidP="00A02216">
            <w:pPr>
              <w:pStyle w:val="LetterText12pt"/>
            </w:pPr>
          </w:p>
        </w:tc>
        <w:tc>
          <w:tcPr>
            <w:tcW w:w="10670" w:type="dxa"/>
          </w:tcPr>
          <w:p w14:paraId="2DCB64F7" w14:textId="77777777" w:rsidR="000A26CD" w:rsidRDefault="00AA7F78" w:rsidP="00A02216">
            <w:pPr>
              <w:pStyle w:val="UserInput12pt"/>
            </w:pPr>
            <w:r>
              <w:rPr>
                <w:rStyle w:val="Strong"/>
              </w:rPr>
              <w:fldChar w:fldCharType="begin">
                <w:ffData>
                  <w:name w:val=""/>
                  <w:enabled/>
                  <w:calcOnExit w:val="0"/>
                  <w:statusText w:type="text" w:val="1.9 If requesting an IRB Authorizaiton Agreement, enter why it is approriate for MDHHS to rely on the the review provided by another IRB"/>
                  <w:textInput>
                    <w:maxLength w:val="73"/>
                  </w:textInput>
                </w:ffData>
              </w:fldChar>
            </w:r>
            <w:r>
              <w:rPr>
                <w:rStyle w:val="Strong"/>
              </w:rPr>
              <w:instrText xml:space="preserve"> FORMTEXT </w:instrText>
            </w:r>
            <w:r>
              <w:rPr>
                <w:rStyle w:val="Strong"/>
              </w:rPr>
            </w:r>
            <w:r>
              <w:rPr>
                <w:rStyle w:val="Strong"/>
              </w:rPr>
              <w:fldChar w:fldCharType="separate"/>
            </w:r>
            <w:r>
              <w:rPr>
                <w:rStyle w:val="Strong"/>
                <w:noProof/>
              </w:rPr>
              <w:t> </w:t>
            </w:r>
            <w:r>
              <w:rPr>
                <w:rStyle w:val="Strong"/>
                <w:noProof/>
              </w:rPr>
              <w:t> </w:t>
            </w:r>
            <w:r>
              <w:rPr>
                <w:rStyle w:val="Strong"/>
                <w:noProof/>
              </w:rPr>
              <w:t> </w:t>
            </w:r>
            <w:r>
              <w:rPr>
                <w:rStyle w:val="Strong"/>
                <w:noProof/>
              </w:rPr>
              <w:t> </w:t>
            </w:r>
            <w:r>
              <w:rPr>
                <w:rStyle w:val="Strong"/>
                <w:noProof/>
              </w:rPr>
              <w:t> </w:t>
            </w:r>
            <w:r>
              <w:rPr>
                <w:rStyle w:val="Strong"/>
              </w:rPr>
              <w:fldChar w:fldCharType="end"/>
            </w:r>
          </w:p>
        </w:tc>
      </w:tr>
    </w:tbl>
    <w:p w14:paraId="1BFE0670" w14:textId="77777777" w:rsidR="000A26CD" w:rsidRDefault="000A26CD" w:rsidP="00AA7F78">
      <w:pPr>
        <w:pStyle w:val="LineSpacer"/>
      </w:pPr>
    </w:p>
    <w:p w14:paraId="7B49C057" w14:textId="77777777" w:rsidR="00AA7F78" w:rsidRDefault="00AA7F78" w:rsidP="00A47124">
      <w:pPr>
        <w:pStyle w:val="LetterText12pt"/>
        <w:sectPr w:rsidR="00AA7F78" w:rsidSect="008D73ED">
          <w:type w:val="continuous"/>
          <w:pgSz w:w="12240" w:h="15840"/>
          <w:pgMar w:top="432" w:right="432" w:bottom="432" w:left="432" w:header="0" w:footer="432" w:gutter="0"/>
          <w:cols w:space="720"/>
          <w:docGrid w:linePitch="360"/>
        </w:sectP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0640E6" w14:paraId="546EDA2E" w14:textId="77777777" w:rsidTr="000640E6">
        <w:trPr>
          <w:trHeight w:hRule="exact" w:val="648"/>
        </w:trPr>
        <w:tc>
          <w:tcPr>
            <w:tcW w:w="696" w:type="dxa"/>
          </w:tcPr>
          <w:p w14:paraId="5764B8A6" w14:textId="77777777" w:rsidR="000640E6" w:rsidRDefault="000640E6" w:rsidP="00A47124">
            <w:pPr>
              <w:pStyle w:val="LetterText12pt"/>
            </w:pPr>
          </w:p>
        </w:tc>
        <w:tc>
          <w:tcPr>
            <w:tcW w:w="10670" w:type="dxa"/>
          </w:tcPr>
          <w:p w14:paraId="4E0C99A3" w14:textId="77777777" w:rsidR="000640E6" w:rsidRDefault="000640E6" w:rsidP="000640E6">
            <w:pPr>
              <w:pStyle w:val="LetterText12pt"/>
            </w:pPr>
            <w:r w:rsidRPr="000640E6">
              <w:t>If yes, include with your application a copy of the IRB Authorization Agreement used by the other institution listing that institution’s FWA #, IRB Registration #, and Institutional Official.</w:t>
            </w:r>
          </w:p>
        </w:tc>
      </w:tr>
    </w:tbl>
    <w:p w14:paraId="3BB4F9FE" w14:textId="77777777" w:rsidR="000640E6" w:rsidRDefault="000640E6" w:rsidP="00AA7F78">
      <w:pPr>
        <w:pStyle w:val="LineSpacer"/>
      </w:pPr>
    </w:p>
    <w:p w14:paraId="28E7529A" w14:textId="77777777" w:rsidR="00AA7F78" w:rsidRDefault="00AA7F78" w:rsidP="00A47124">
      <w:pPr>
        <w:pStyle w:val="LetterText12pt"/>
        <w:sectPr w:rsidR="00AA7F78" w:rsidSect="008D73ED">
          <w:type w:val="continuous"/>
          <w:pgSz w:w="12240" w:h="15840"/>
          <w:pgMar w:top="432" w:right="432" w:bottom="432" w:left="432" w:header="0" w:footer="432" w:gutter="0"/>
          <w:cols w:space="720"/>
          <w:formProt w:val="0"/>
          <w:docGrid w:linePitch="360"/>
        </w:sectP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0640E6" w14:paraId="7F1F6D4D" w14:textId="77777777" w:rsidTr="00A47124">
        <w:trPr>
          <w:trHeight w:hRule="exact" w:val="336"/>
        </w:trPr>
        <w:tc>
          <w:tcPr>
            <w:tcW w:w="696" w:type="dxa"/>
          </w:tcPr>
          <w:p w14:paraId="4D58A2CE" w14:textId="77777777" w:rsidR="000640E6" w:rsidRDefault="000640E6" w:rsidP="00A47124">
            <w:pPr>
              <w:pStyle w:val="LetterText12pt"/>
            </w:pPr>
            <w:r>
              <w:t>1.10</w:t>
            </w:r>
          </w:p>
        </w:tc>
        <w:tc>
          <w:tcPr>
            <w:tcW w:w="10670" w:type="dxa"/>
          </w:tcPr>
          <w:p w14:paraId="5C6A8FE7" w14:textId="77777777" w:rsidR="000640E6" w:rsidRDefault="00AA7F78" w:rsidP="00A47124">
            <w:pPr>
              <w:pStyle w:val="LetterText12pt"/>
            </w:pPr>
            <w:r w:rsidRPr="00AA7F78">
              <w:t>List the other institution(s) with an Institutional Review Board reviewing this project here.</w:t>
            </w:r>
          </w:p>
        </w:tc>
      </w:tr>
    </w:tbl>
    <w:p w14:paraId="73B121C0" w14:textId="77777777" w:rsidR="000640E6" w:rsidRDefault="000640E6" w:rsidP="000640E6">
      <w:pPr>
        <w:pStyle w:val="LineSpace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0640E6" w14:paraId="578DFF92" w14:textId="77777777" w:rsidTr="000640E6">
        <w:trPr>
          <w:trHeight w:val="384"/>
        </w:trPr>
        <w:tc>
          <w:tcPr>
            <w:tcW w:w="696" w:type="dxa"/>
          </w:tcPr>
          <w:p w14:paraId="6D68A979" w14:textId="77777777" w:rsidR="000640E6" w:rsidRDefault="000640E6" w:rsidP="00A47124">
            <w:pPr>
              <w:pStyle w:val="LetterText12pt"/>
            </w:pPr>
          </w:p>
        </w:tc>
        <w:tc>
          <w:tcPr>
            <w:tcW w:w="10670" w:type="dxa"/>
          </w:tcPr>
          <w:p w14:paraId="633A885B" w14:textId="77777777" w:rsidR="000640E6" w:rsidRDefault="00AA7F78" w:rsidP="00AA7F78">
            <w:pPr>
              <w:pStyle w:val="UserInput12pt"/>
              <w:ind w:left="-36"/>
            </w:pPr>
            <w:r w:rsidRPr="00AA7F78">
              <w:rPr>
                <w:rStyle w:val="Strong"/>
                <w:sz w:val="2"/>
                <w:szCs w:val="2"/>
              </w:rPr>
              <w:fldChar w:fldCharType="begin">
                <w:ffData>
                  <w:name w:val="Text73"/>
                  <w:enabled/>
                  <w:calcOnExit w:val="0"/>
                  <w:textInput>
                    <w:maxLength w:val="1"/>
                  </w:textInput>
                </w:ffData>
              </w:fldChar>
            </w:r>
            <w:bookmarkStart w:id="8" w:name="Text73"/>
            <w:r w:rsidRPr="00AA7F78">
              <w:rPr>
                <w:rStyle w:val="Strong"/>
                <w:sz w:val="2"/>
                <w:szCs w:val="2"/>
              </w:rPr>
              <w:instrText xml:space="preserve"> FORMTEXT </w:instrText>
            </w:r>
            <w:r w:rsidRPr="00AA7F78">
              <w:rPr>
                <w:rStyle w:val="Strong"/>
                <w:sz w:val="2"/>
                <w:szCs w:val="2"/>
              </w:rPr>
            </w:r>
            <w:r w:rsidRPr="00AA7F78">
              <w:rPr>
                <w:rStyle w:val="Strong"/>
                <w:sz w:val="2"/>
                <w:szCs w:val="2"/>
              </w:rPr>
              <w:fldChar w:fldCharType="separate"/>
            </w:r>
            <w:r w:rsidRPr="00AA7F78">
              <w:rPr>
                <w:rStyle w:val="Strong"/>
                <w:noProof/>
                <w:sz w:val="2"/>
                <w:szCs w:val="2"/>
              </w:rPr>
              <w:t> </w:t>
            </w:r>
            <w:r w:rsidRPr="00AA7F78">
              <w:rPr>
                <w:rStyle w:val="Strong"/>
                <w:sz w:val="2"/>
                <w:szCs w:val="2"/>
              </w:rPr>
              <w:fldChar w:fldCharType="end"/>
            </w:r>
            <w:bookmarkEnd w:id="8"/>
            <w:r>
              <w:rPr>
                <w:rStyle w:val="Strong"/>
              </w:rPr>
              <w:fldChar w:fldCharType="begin">
                <w:ffData>
                  <w:name w:val=""/>
                  <w:enabled/>
                  <w:calcOnExit w:val="0"/>
                  <w:statusText w:type="text" w:val="1.10 List the other institution(s) with an Institutional Review Board reviewing this project here"/>
                  <w:textInput/>
                </w:ffData>
              </w:fldChar>
            </w:r>
            <w:r>
              <w:rPr>
                <w:rStyle w:val="Strong"/>
              </w:rPr>
              <w:instrText xml:space="preserve"> FORMTEXT </w:instrText>
            </w:r>
            <w:r>
              <w:rPr>
                <w:rStyle w:val="Strong"/>
              </w:rPr>
            </w:r>
            <w:r>
              <w:rPr>
                <w:rStyle w:val="Strong"/>
              </w:rPr>
              <w:fldChar w:fldCharType="separate"/>
            </w:r>
            <w:r>
              <w:rPr>
                <w:rStyle w:val="Strong"/>
                <w:noProof/>
              </w:rPr>
              <w:t> </w:t>
            </w:r>
            <w:r>
              <w:rPr>
                <w:rStyle w:val="Strong"/>
                <w:noProof/>
              </w:rPr>
              <w:t> </w:t>
            </w:r>
            <w:r>
              <w:rPr>
                <w:rStyle w:val="Strong"/>
                <w:noProof/>
              </w:rPr>
              <w:t> </w:t>
            </w:r>
            <w:r>
              <w:rPr>
                <w:rStyle w:val="Strong"/>
                <w:noProof/>
              </w:rPr>
              <w:t> </w:t>
            </w:r>
            <w:r>
              <w:rPr>
                <w:rStyle w:val="Strong"/>
                <w:noProof/>
              </w:rPr>
              <w:t> </w:t>
            </w:r>
            <w:r>
              <w:rPr>
                <w:rStyle w:val="Strong"/>
              </w:rPr>
              <w:fldChar w:fldCharType="end"/>
            </w:r>
          </w:p>
        </w:tc>
      </w:tr>
    </w:tbl>
    <w:p w14:paraId="7D926F2F" w14:textId="77777777" w:rsidR="000640E6" w:rsidRDefault="000640E6" w:rsidP="00AA7F78">
      <w:pPr>
        <w:pStyle w:val="LineSpacer"/>
      </w:pPr>
    </w:p>
    <w:tbl>
      <w:tblPr>
        <w:tblStyle w:val="TableGrid"/>
        <w:tblW w:w="0" w:type="auto"/>
        <w:tblInd w:w="-24" w:type="dxa"/>
        <w:tblBorders>
          <w:top w:val="single" w:sz="6"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7617D8" w14:paraId="09B317C8" w14:textId="77777777" w:rsidTr="000A26CD">
        <w:trPr>
          <w:trHeight w:hRule="exact" w:val="336"/>
        </w:trPr>
        <w:tc>
          <w:tcPr>
            <w:tcW w:w="696" w:type="dxa"/>
          </w:tcPr>
          <w:p w14:paraId="75C05488" w14:textId="77777777" w:rsidR="007617D8" w:rsidRDefault="007617D8" w:rsidP="00A02216">
            <w:pPr>
              <w:pStyle w:val="LetterText12pt"/>
            </w:pPr>
            <w:r>
              <w:t>1.</w:t>
            </w:r>
            <w:r w:rsidR="000640E6">
              <w:t>11</w:t>
            </w:r>
          </w:p>
        </w:tc>
        <w:tc>
          <w:tcPr>
            <w:tcW w:w="10670" w:type="dxa"/>
          </w:tcPr>
          <w:p w14:paraId="6E77EC59" w14:textId="77777777" w:rsidR="007617D8" w:rsidRDefault="00AA7F78" w:rsidP="000A26CD">
            <w:pPr>
              <w:pStyle w:val="LetterText12pt"/>
            </w:pPr>
            <w:r w:rsidRPr="00AA7F78">
              <w:t>Describe any conflicts of interest that could be perceived to compromise the integrity of the project.</w:t>
            </w:r>
          </w:p>
        </w:tc>
      </w:tr>
    </w:tbl>
    <w:p w14:paraId="36A41A77" w14:textId="77777777" w:rsidR="007617D8" w:rsidRDefault="007617D8" w:rsidP="007617D8">
      <w:pPr>
        <w:pStyle w:val="LineSpacer"/>
      </w:pPr>
    </w:p>
    <w:tbl>
      <w:tblPr>
        <w:tblStyle w:val="TableGrid"/>
        <w:tblW w:w="0" w:type="auto"/>
        <w:tblInd w:w="-24"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7617D8" w14:paraId="58E2C394" w14:textId="77777777" w:rsidTr="00DE7B43">
        <w:trPr>
          <w:trHeight w:val="384"/>
        </w:trPr>
        <w:tc>
          <w:tcPr>
            <w:tcW w:w="696" w:type="dxa"/>
          </w:tcPr>
          <w:p w14:paraId="509813A8" w14:textId="77777777" w:rsidR="007617D8" w:rsidRDefault="007617D8" w:rsidP="00A02216">
            <w:pPr>
              <w:pStyle w:val="LetterText12pt"/>
            </w:pPr>
          </w:p>
        </w:tc>
        <w:tc>
          <w:tcPr>
            <w:tcW w:w="10670" w:type="dxa"/>
          </w:tcPr>
          <w:p w14:paraId="7536F85B" w14:textId="77777777" w:rsidR="007617D8" w:rsidRDefault="00AA7F78" w:rsidP="00A02216">
            <w:pPr>
              <w:pStyle w:val="UserInput12pt"/>
            </w:pPr>
            <w:r>
              <w:rPr>
                <w:rStyle w:val="Strong"/>
              </w:rPr>
              <w:fldChar w:fldCharType="begin">
                <w:ffData>
                  <w:name w:val="Text20"/>
                  <w:enabled/>
                  <w:calcOnExit w:val="0"/>
                  <w:statusText w:type="text" w:val="1.11 Describe any conflicts of interest that could be perceived to compromise the integrity of the project"/>
                  <w:textInput/>
                </w:ffData>
              </w:fldChar>
            </w:r>
            <w:bookmarkStart w:id="9" w:name="Text20"/>
            <w:r>
              <w:rPr>
                <w:rStyle w:val="Strong"/>
              </w:rPr>
              <w:instrText xml:space="preserve"> FORMTEXT </w:instrText>
            </w:r>
            <w:r>
              <w:rPr>
                <w:rStyle w:val="Strong"/>
              </w:rPr>
            </w:r>
            <w:r>
              <w:rPr>
                <w:rStyle w:val="Strong"/>
              </w:rPr>
              <w:fldChar w:fldCharType="separate"/>
            </w:r>
            <w:r>
              <w:rPr>
                <w:rStyle w:val="Strong"/>
                <w:noProof/>
              </w:rPr>
              <w:t> </w:t>
            </w:r>
            <w:r>
              <w:rPr>
                <w:rStyle w:val="Strong"/>
                <w:noProof/>
              </w:rPr>
              <w:t> </w:t>
            </w:r>
            <w:r>
              <w:rPr>
                <w:rStyle w:val="Strong"/>
                <w:noProof/>
              </w:rPr>
              <w:t> </w:t>
            </w:r>
            <w:r>
              <w:rPr>
                <w:rStyle w:val="Strong"/>
                <w:noProof/>
              </w:rPr>
              <w:t> </w:t>
            </w:r>
            <w:r>
              <w:rPr>
                <w:rStyle w:val="Strong"/>
                <w:noProof/>
              </w:rPr>
              <w:t> </w:t>
            </w:r>
            <w:r>
              <w:rPr>
                <w:rStyle w:val="Strong"/>
              </w:rPr>
              <w:fldChar w:fldCharType="end"/>
            </w:r>
            <w:bookmarkEnd w:id="9"/>
          </w:p>
        </w:tc>
      </w:tr>
    </w:tbl>
    <w:p w14:paraId="0E75DCCF" w14:textId="77777777" w:rsidR="008D73ED" w:rsidRDefault="008D73ED" w:rsidP="00AA7F78">
      <w:pPr>
        <w:pStyle w:val="LineSpacer"/>
        <w:rPr>
          <w:rStyle w:val="Strong"/>
        </w:rPr>
        <w:sectPr w:rsidR="008D73ED" w:rsidSect="008D73ED">
          <w:type w:val="continuous"/>
          <w:pgSz w:w="12240" w:h="15840"/>
          <w:pgMar w:top="432" w:right="432" w:bottom="432" w:left="432" w:header="0" w:footer="432" w:gutter="0"/>
          <w:cols w:space="720"/>
          <w:docGrid w:linePitch="360"/>
        </w:sectPr>
      </w:pPr>
    </w:p>
    <w:p w14:paraId="5AA4B515" w14:textId="77777777" w:rsidR="00136588" w:rsidRPr="00522514" w:rsidRDefault="00522514" w:rsidP="00522514">
      <w:pPr>
        <w:pStyle w:val="SectionHeading"/>
        <w:rPr>
          <w:rStyle w:val="Strong"/>
        </w:rPr>
      </w:pPr>
      <w:r>
        <w:rPr>
          <w:rStyle w:val="Strong"/>
        </w:rPr>
        <w:t>section 2 – project summary</w:t>
      </w:r>
    </w:p>
    <w:tbl>
      <w:tblPr>
        <w:tblStyle w:val="TableGrid"/>
        <w:tblW w:w="0" w:type="auto"/>
        <w:tblInd w:w="-24"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522514" w14:paraId="64EB3762" w14:textId="77777777" w:rsidTr="008D73ED">
        <w:trPr>
          <w:trHeight w:hRule="exact" w:val="1200"/>
        </w:trPr>
        <w:tc>
          <w:tcPr>
            <w:tcW w:w="696" w:type="dxa"/>
          </w:tcPr>
          <w:p w14:paraId="7BC3D632" w14:textId="77777777" w:rsidR="00522514" w:rsidRDefault="00522514" w:rsidP="00A02216">
            <w:pPr>
              <w:pStyle w:val="LetterText12pt"/>
            </w:pPr>
            <w:r>
              <w:t>2.1</w:t>
            </w:r>
          </w:p>
        </w:tc>
        <w:tc>
          <w:tcPr>
            <w:tcW w:w="10670" w:type="dxa"/>
          </w:tcPr>
          <w:p w14:paraId="22FD27C3" w14:textId="77777777" w:rsidR="00522514" w:rsidRDefault="00AA7F78" w:rsidP="00522514">
            <w:pPr>
              <w:pStyle w:val="LetterText12pt"/>
            </w:pPr>
            <w:r w:rsidRPr="00AA7F78">
              <w:t>Provide a brief summary in lay terms describing the project. This should not be as detailed as a study protocol (which can be attached separately). Describe: the purpose of the project, how human subjects will participate, how data or biological specimens will be obtained, how records will be maintained securely, and your plans for distributing findings.</w:t>
            </w:r>
          </w:p>
        </w:tc>
      </w:tr>
    </w:tbl>
    <w:p w14:paraId="2EB898BF" w14:textId="77777777" w:rsidR="00522514" w:rsidRDefault="00522514" w:rsidP="006147CC">
      <w:pPr>
        <w:pStyle w:val="LineSpacer"/>
      </w:pPr>
    </w:p>
    <w:p w14:paraId="7AC8B1AC" w14:textId="77777777" w:rsidR="00C85FCE" w:rsidRDefault="00C85FCE" w:rsidP="00A02216">
      <w:pPr>
        <w:pStyle w:val="LetterText12pt"/>
        <w:sectPr w:rsidR="00C85FCE" w:rsidSect="008D73ED">
          <w:type w:val="continuous"/>
          <w:pgSz w:w="12240" w:h="15840"/>
          <w:pgMar w:top="432" w:right="432" w:bottom="432" w:left="432" w:header="0" w:footer="432" w:gutter="0"/>
          <w:cols w:space="720"/>
          <w:formProt w:val="0"/>
          <w:docGrid w:linePitch="360"/>
        </w:sectPr>
      </w:pPr>
    </w:p>
    <w:tbl>
      <w:tblPr>
        <w:tblStyle w:val="TableGrid"/>
        <w:tblW w:w="0" w:type="auto"/>
        <w:tblInd w:w="-24"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522514" w14:paraId="6525E2F3" w14:textId="77777777" w:rsidTr="00AA7F78">
        <w:trPr>
          <w:trHeight w:val="384"/>
        </w:trPr>
        <w:tc>
          <w:tcPr>
            <w:tcW w:w="696" w:type="dxa"/>
          </w:tcPr>
          <w:p w14:paraId="00550EF8" w14:textId="77777777" w:rsidR="00522514" w:rsidRDefault="00522514" w:rsidP="00A02216">
            <w:pPr>
              <w:pStyle w:val="LetterText12pt"/>
            </w:pPr>
          </w:p>
        </w:tc>
        <w:tc>
          <w:tcPr>
            <w:tcW w:w="10670" w:type="dxa"/>
          </w:tcPr>
          <w:p w14:paraId="5A2C00C1" w14:textId="77777777" w:rsidR="00522514" w:rsidRDefault="00C85FCE" w:rsidP="00C85FCE">
            <w:pPr>
              <w:pStyle w:val="UserInput12pt"/>
              <w:ind w:left="-36"/>
            </w:pPr>
            <w:r w:rsidRPr="00C85FCE">
              <w:rPr>
                <w:rStyle w:val="Strong"/>
                <w:sz w:val="2"/>
                <w:szCs w:val="2"/>
              </w:rPr>
              <w:fldChar w:fldCharType="begin">
                <w:ffData>
                  <w:name w:val="Text29"/>
                  <w:enabled/>
                  <w:calcOnExit w:val="0"/>
                  <w:textInput>
                    <w:maxLength w:val="1"/>
                  </w:textInput>
                </w:ffData>
              </w:fldChar>
            </w:r>
            <w:bookmarkStart w:id="10" w:name="Text29"/>
            <w:r w:rsidRPr="00C85FCE">
              <w:rPr>
                <w:rStyle w:val="Strong"/>
                <w:sz w:val="2"/>
                <w:szCs w:val="2"/>
              </w:rPr>
              <w:instrText xml:space="preserve"> FORMTEXT </w:instrText>
            </w:r>
            <w:r w:rsidRPr="00C85FCE">
              <w:rPr>
                <w:rStyle w:val="Strong"/>
                <w:sz w:val="2"/>
                <w:szCs w:val="2"/>
              </w:rPr>
            </w:r>
            <w:r w:rsidRPr="00C85FCE">
              <w:rPr>
                <w:rStyle w:val="Strong"/>
                <w:sz w:val="2"/>
                <w:szCs w:val="2"/>
              </w:rPr>
              <w:fldChar w:fldCharType="separate"/>
            </w:r>
            <w:r w:rsidRPr="00C85FCE">
              <w:rPr>
                <w:rStyle w:val="Strong"/>
                <w:noProof/>
                <w:sz w:val="2"/>
                <w:szCs w:val="2"/>
              </w:rPr>
              <w:t> </w:t>
            </w:r>
            <w:r w:rsidRPr="00C85FCE">
              <w:rPr>
                <w:rStyle w:val="Strong"/>
                <w:sz w:val="2"/>
                <w:szCs w:val="2"/>
              </w:rPr>
              <w:fldChar w:fldCharType="end"/>
            </w:r>
            <w:bookmarkEnd w:id="10"/>
            <w:r w:rsidR="00C950AF">
              <w:rPr>
                <w:rStyle w:val="Strong"/>
              </w:rPr>
              <w:fldChar w:fldCharType="begin">
                <w:ffData>
                  <w:name w:val=""/>
                  <w:enabled/>
                  <w:calcOnExit w:val="0"/>
                  <w:statusText w:type="text" w:val="2.1 Enter a brief summary in lay terms describing the project, describing purpose of project, how human subjects will particpate, etc"/>
                  <w:textInput/>
                </w:ffData>
              </w:fldChar>
            </w:r>
            <w:r w:rsidR="00C950AF">
              <w:rPr>
                <w:rStyle w:val="Strong"/>
              </w:rPr>
              <w:instrText xml:space="preserve"> FORMTEXT </w:instrText>
            </w:r>
            <w:r w:rsidR="00C950AF">
              <w:rPr>
                <w:rStyle w:val="Strong"/>
              </w:rPr>
            </w:r>
            <w:r w:rsidR="00C950AF">
              <w:rPr>
                <w:rStyle w:val="Strong"/>
              </w:rPr>
              <w:fldChar w:fldCharType="separate"/>
            </w:r>
            <w:r w:rsidR="008433D2">
              <w:rPr>
                <w:rStyle w:val="Strong"/>
              </w:rPr>
              <w:t> </w:t>
            </w:r>
            <w:r w:rsidR="008433D2">
              <w:rPr>
                <w:rStyle w:val="Strong"/>
              </w:rPr>
              <w:t> </w:t>
            </w:r>
            <w:r w:rsidR="008433D2">
              <w:rPr>
                <w:rStyle w:val="Strong"/>
              </w:rPr>
              <w:t> </w:t>
            </w:r>
            <w:r w:rsidR="008433D2">
              <w:rPr>
                <w:rStyle w:val="Strong"/>
              </w:rPr>
              <w:t> </w:t>
            </w:r>
            <w:r w:rsidR="008433D2">
              <w:rPr>
                <w:rStyle w:val="Strong"/>
              </w:rPr>
              <w:t> </w:t>
            </w:r>
            <w:r w:rsidR="00C950AF">
              <w:rPr>
                <w:rStyle w:val="Strong"/>
              </w:rPr>
              <w:fldChar w:fldCharType="end"/>
            </w:r>
          </w:p>
        </w:tc>
      </w:tr>
    </w:tbl>
    <w:p w14:paraId="79806FA5" w14:textId="77777777" w:rsidR="004010A2" w:rsidRDefault="004010A2" w:rsidP="004010A2">
      <w:pPr>
        <w:pStyle w:val="LineSpacer"/>
        <w:rPr>
          <w:rStyle w:val="Strong"/>
          <w:vanish/>
          <w:color w:val="385623" w:themeColor="accent6" w:themeShade="80"/>
        </w:rPr>
        <w:sectPr w:rsidR="004010A2" w:rsidSect="008D73ED">
          <w:type w:val="continuous"/>
          <w:pgSz w:w="12240" w:h="15840"/>
          <w:pgMar w:top="432" w:right="432" w:bottom="432" w:left="432" w:header="0" w:footer="432" w:gutter="0"/>
          <w:cols w:space="720"/>
          <w:docGrid w:linePitch="360"/>
        </w:sectPr>
      </w:pPr>
    </w:p>
    <w:p w14:paraId="4F48184F" w14:textId="77777777" w:rsidR="004010A2" w:rsidRPr="004010A2" w:rsidRDefault="004010A2" w:rsidP="004010A2">
      <w:pPr>
        <w:pStyle w:val="SectionHeading"/>
        <w:jc w:val="center"/>
        <w:rPr>
          <w:rStyle w:val="Strong"/>
          <w:vanish/>
        </w:rPr>
      </w:pPr>
      <w:r w:rsidRPr="004010A2">
        <w:rPr>
          <w:rStyle w:val="Strong"/>
          <w:rFonts w:ascii="Arial Bold" w:hAnsi="Arial Bold"/>
          <w:vanish/>
          <w:color w:val="385623" w:themeColor="accent6" w:themeShade="80"/>
        </w:rPr>
        <w:t>(Do not type beyond this point)</w:t>
      </w:r>
    </w:p>
    <w:p w14:paraId="1BD962D9" w14:textId="77777777" w:rsidR="004010A2" w:rsidRDefault="004010A2" w:rsidP="004010A2">
      <w:pPr>
        <w:pStyle w:val="LineSpacer"/>
        <w:rPr>
          <w:rStyle w:val="Strong"/>
        </w:rPr>
      </w:pPr>
    </w:p>
    <w:p w14:paraId="7DB1D1A1" w14:textId="77777777" w:rsidR="00224431" w:rsidRPr="00275802" w:rsidRDefault="00275802" w:rsidP="00275802">
      <w:pPr>
        <w:pStyle w:val="SectionHeading"/>
        <w:rPr>
          <w:rStyle w:val="Strong"/>
        </w:rPr>
      </w:pPr>
      <w:r>
        <w:rPr>
          <w:rStyle w:val="Strong"/>
        </w:rPr>
        <w:t xml:space="preserve">section </w:t>
      </w:r>
      <w:r w:rsidR="00AA7F78">
        <w:rPr>
          <w:rStyle w:val="Strong"/>
        </w:rPr>
        <w:t>3</w:t>
      </w:r>
      <w:r>
        <w:rPr>
          <w:rStyle w:val="Strong"/>
        </w:rPr>
        <w:t xml:space="preserve"> – </w:t>
      </w:r>
      <w:r w:rsidRPr="00275802">
        <w:rPr>
          <w:rStyle w:val="Strong"/>
        </w:rPr>
        <w:t>INSTRUCTIONS FOR SUBMITTING YOUR APPLICATION</w:t>
      </w:r>
    </w:p>
    <w:tbl>
      <w:tblPr>
        <w:tblStyle w:val="TableGrid"/>
        <w:tblW w:w="0" w:type="auto"/>
        <w:tblInd w:w="-24"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10670"/>
      </w:tblGrid>
      <w:tr w:rsidR="00275802" w14:paraId="24651D31" w14:textId="77777777" w:rsidTr="007D7FDA">
        <w:trPr>
          <w:trHeight w:hRule="exact" w:val="480"/>
        </w:trPr>
        <w:tc>
          <w:tcPr>
            <w:tcW w:w="696" w:type="dxa"/>
          </w:tcPr>
          <w:p w14:paraId="29C41389" w14:textId="77777777" w:rsidR="00275802" w:rsidRDefault="00CE6E3F" w:rsidP="007D7FDA">
            <w:pPr>
              <w:pStyle w:val="LetterText12pt"/>
              <w:spacing w:before="60"/>
            </w:pPr>
            <w:r>
              <w:t>1.</w:t>
            </w:r>
          </w:p>
        </w:tc>
        <w:tc>
          <w:tcPr>
            <w:tcW w:w="10670" w:type="dxa"/>
          </w:tcPr>
          <w:p w14:paraId="622E46F5" w14:textId="77777777" w:rsidR="00275802" w:rsidRDefault="004010A2" w:rsidP="007D7FDA">
            <w:pPr>
              <w:pStyle w:val="LetterText12pt"/>
              <w:spacing w:before="60"/>
            </w:pPr>
            <w:r w:rsidRPr="004010A2">
              <w:t>Verify all required elements of sections 1 and 2 are complete.</w:t>
            </w:r>
          </w:p>
        </w:tc>
      </w:tr>
      <w:tr w:rsidR="00275802" w14:paraId="5701D7F0" w14:textId="77777777" w:rsidTr="004010A2">
        <w:tblPrEx>
          <w:tblBorders>
            <w:top w:val="none" w:sz="0" w:space="0" w:color="auto"/>
          </w:tblBorders>
        </w:tblPrEx>
        <w:trPr>
          <w:trHeight w:hRule="exact" w:val="744"/>
        </w:trPr>
        <w:tc>
          <w:tcPr>
            <w:tcW w:w="696" w:type="dxa"/>
          </w:tcPr>
          <w:p w14:paraId="561DA1C3" w14:textId="77777777" w:rsidR="00275802" w:rsidRDefault="00CE6E3F" w:rsidP="007D7FDA">
            <w:pPr>
              <w:pStyle w:val="LetterText12pt"/>
              <w:spacing w:before="180" w:after="0"/>
            </w:pPr>
            <w:r>
              <w:t>2.</w:t>
            </w:r>
          </w:p>
        </w:tc>
        <w:tc>
          <w:tcPr>
            <w:tcW w:w="10670" w:type="dxa"/>
          </w:tcPr>
          <w:p w14:paraId="49D3A230" w14:textId="77777777" w:rsidR="00275802" w:rsidRDefault="004010A2" w:rsidP="007D7FDA">
            <w:pPr>
              <w:pStyle w:val="LetterText12pt"/>
              <w:spacing w:before="180" w:after="0"/>
            </w:pPr>
            <w:r w:rsidRPr="004010A2">
              <w:t>Attach all materials submitted to the other organization’s IRB (e.g., IRB application, study protocol, data collection tools, informed consent documents, etc.) with this abbreviated application.</w:t>
            </w:r>
          </w:p>
        </w:tc>
      </w:tr>
      <w:tr w:rsidR="00275802" w14:paraId="06CB69F9" w14:textId="77777777" w:rsidTr="004010A2">
        <w:tblPrEx>
          <w:tblBorders>
            <w:top w:val="none" w:sz="0" w:space="0" w:color="auto"/>
          </w:tblBorders>
        </w:tblPrEx>
        <w:trPr>
          <w:trHeight w:hRule="exact" w:val="480"/>
        </w:trPr>
        <w:tc>
          <w:tcPr>
            <w:tcW w:w="696" w:type="dxa"/>
          </w:tcPr>
          <w:p w14:paraId="7CC5FD7B" w14:textId="77777777" w:rsidR="00275802" w:rsidRDefault="00CE6E3F" w:rsidP="007D7FDA">
            <w:pPr>
              <w:pStyle w:val="LetterText12pt"/>
              <w:spacing w:before="180" w:after="0"/>
            </w:pPr>
            <w:r>
              <w:t>3.</w:t>
            </w:r>
          </w:p>
        </w:tc>
        <w:tc>
          <w:tcPr>
            <w:tcW w:w="10670" w:type="dxa"/>
          </w:tcPr>
          <w:p w14:paraId="529A5C15" w14:textId="77777777" w:rsidR="00275802" w:rsidRDefault="004010A2" w:rsidP="007D7FDA">
            <w:pPr>
              <w:pStyle w:val="LetterText12pt"/>
              <w:spacing w:before="180" w:after="0"/>
            </w:pPr>
            <w:r w:rsidRPr="004010A2">
              <w:t>If approval has already been granted by another IRB, attach the notice of approval.</w:t>
            </w:r>
          </w:p>
        </w:tc>
      </w:tr>
      <w:tr w:rsidR="004010A2" w14:paraId="560DD0E3" w14:textId="77777777" w:rsidTr="004010A2">
        <w:tblPrEx>
          <w:tblBorders>
            <w:top w:val="none" w:sz="0" w:space="0" w:color="auto"/>
          </w:tblBorders>
        </w:tblPrEx>
        <w:trPr>
          <w:trHeight w:hRule="exact" w:val="1320"/>
        </w:trPr>
        <w:tc>
          <w:tcPr>
            <w:tcW w:w="696" w:type="dxa"/>
          </w:tcPr>
          <w:p w14:paraId="44AD2EDA" w14:textId="77777777" w:rsidR="004010A2" w:rsidRDefault="004010A2" w:rsidP="007D7FDA">
            <w:pPr>
              <w:pStyle w:val="LetterText12pt"/>
              <w:spacing w:before="180" w:after="0"/>
            </w:pPr>
            <w:r>
              <w:t>4.</w:t>
            </w:r>
          </w:p>
        </w:tc>
        <w:tc>
          <w:tcPr>
            <w:tcW w:w="10670" w:type="dxa"/>
          </w:tcPr>
          <w:p w14:paraId="42EB4048" w14:textId="77777777" w:rsidR="004010A2" w:rsidRPr="004010A2" w:rsidRDefault="004010A2" w:rsidP="007D7FDA">
            <w:pPr>
              <w:pStyle w:val="LetterText12pt"/>
              <w:spacing w:before="180" w:after="0"/>
            </w:pPr>
            <w:r w:rsidRPr="004010A2">
              <w:t>Ensure approval by the Responsible Department Employee (note: Responsible Department Employees should perform a programmatic review to ensure MDHHS involvement in the project is appropriate, and should serve as the first line in identifying and addressing human research protection issues that may be pertinent to the project).</w:t>
            </w:r>
          </w:p>
        </w:tc>
      </w:tr>
      <w:tr w:rsidR="004010A2" w14:paraId="74BB0406" w14:textId="77777777" w:rsidTr="004010A2">
        <w:tblPrEx>
          <w:tblBorders>
            <w:top w:val="none" w:sz="0" w:space="0" w:color="auto"/>
          </w:tblBorders>
        </w:tblPrEx>
        <w:trPr>
          <w:trHeight w:hRule="exact" w:val="1056"/>
        </w:trPr>
        <w:tc>
          <w:tcPr>
            <w:tcW w:w="696" w:type="dxa"/>
          </w:tcPr>
          <w:p w14:paraId="6B138049" w14:textId="77777777" w:rsidR="004010A2" w:rsidRDefault="004010A2" w:rsidP="007D7FDA">
            <w:pPr>
              <w:pStyle w:val="LetterText12pt"/>
              <w:spacing w:before="180" w:after="0"/>
            </w:pPr>
            <w:r>
              <w:t>5.</w:t>
            </w:r>
          </w:p>
        </w:tc>
        <w:tc>
          <w:tcPr>
            <w:tcW w:w="10670" w:type="dxa"/>
          </w:tcPr>
          <w:p w14:paraId="662D58F8" w14:textId="77777777" w:rsidR="004010A2" w:rsidRPr="004010A2" w:rsidRDefault="004010A2" w:rsidP="007D7FDA">
            <w:pPr>
              <w:pStyle w:val="LetterText12pt"/>
              <w:spacing w:before="180" w:after="0"/>
            </w:pPr>
            <w:r w:rsidRPr="004010A2">
              <w:t xml:space="preserve">The Responsible Department Employee should indicate approval and submit the complete application by emailing all documents from his or her MDHHS email account to </w:t>
            </w:r>
            <w:hyperlink r:id="rId16" w:history="1">
              <w:r w:rsidRPr="004010A2">
                <w:rPr>
                  <w:rStyle w:val="Hyperlink"/>
                  <w:u w:val="none"/>
                </w:rPr>
                <w:t>MDHHS-IRB@michigan.gov</w:t>
              </w:r>
            </w:hyperlink>
            <w:r w:rsidRPr="004010A2">
              <w:t>.</w:t>
            </w:r>
          </w:p>
        </w:tc>
      </w:tr>
    </w:tbl>
    <w:p w14:paraId="45964387" w14:textId="77777777" w:rsidR="00CE6E3F" w:rsidRPr="00182BD5" w:rsidRDefault="00CE6E3F" w:rsidP="007D7FDA">
      <w:pPr>
        <w:pStyle w:val="LineSpacer"/>
        <w:rPr>
          <w:rStyle w:val="Strong"/>
          <w:b/>
          <w:bCs w:val="0"/>
        </w:rPr>
      </w:pPr>
    </w:p>
    <w:tbl>
      <w:tblPr>
        <w:tblStyle w:val="TableGrid"/>
        <w:tblW w:w="0" w:type="auto"/>
        <w:tblInd w:w="-24" w:type="dxa"/>
        <w:tblBorders>
          <w:top w:val="single" w:sz="6" w:space="0" w:color="auto"/>
          <w:left w:val="none" w:sz="0" w:space="0" w:color="auto"/>
          <w:bottom w:val="single" w:sz="18"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66"/>
      </w:tblGrid>
      <w:tr w:rsidR="00CE6E3F" w14:paraId="70DB74E8" w14:textId="77777777" w:rsidTr="004010A2">
        <w:trPr>
          <w:trHeight w:hRule="exact" w:val="1200"/>
        </w:trPr>
        <w:tc>
          <w:tcPr>
            <w:tcW w:w="11366" w:type="dxa"/>
          </w:tcPr>
          <w:p w14:paraId="30A97ADE" w14:textId="77777777" w:rsidR="00CE6E3F" w:rsidRDefault="004010A2" w:rsidP="00A02216">
            <w:pPr>
              <w:pStyle w:val="LetterText12pt"/>
            </w:pPr>
            <w:r w:rsidRPr="004010A2">
              <w:t>Completion of the MDHHS IRB Initial Review Application (DCH-1277) is required for IRB Review at MDHHS when the MDHHS IRB is the only IRB reviewing the project, or when MDHHS has primary responsibility for the project. Do not submit this abbreviated application if no other IRB will review this protocol.</w:t>
            </w:r>
          </w:p>
        </w:tc>
      </w:tr>
    </w:tbl>
    <w:p w14:paraId="2E20D574" w14:textId="77777777" w:rsidR="00394DB1" w:rsidRPr="00DD3B20" w:rsidRDefault="00394DB1" w:rsidP="002C29F1">
      <w:pPr>
        <w:pStyle w:val="LetterText12pt"/>
        <w:rPr>
          <w:sz w:val="12"/>
          <w:szCs w:val="12"/>
        </w:rPr>
      </w:pPr>
    </w:p>
    <w:tbl>
      <w:tblPr>
        <w:tblStyle w:val="TableGrid"/>
        <w:tblW w:w="0" w:type="auto"/>
        <w:tblInd w:w="-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66"/>
      </w:tblGrid>
      <w:tr w:rsidR="00394DB1" w14:paraId="4FF871E0" w14:textId="77777777" w:rsidTr="00C52FCE">
        <w:trPr>
          <w:trHeight w:val="624"/>
        </w:trPr>
        <w:tc>
          <w:tcPr>
            <w:tcW w:w="11366" w:type="dxa"/>
            <w:tcBorders>
              <w:top w:val="single" w:sz="6" w:space="0" w:color="auto"/>
              <w:left w:val="single" w:sz="6" w:space="0" w:color="auto"/>
              <w:bottom w:val="single" w:sz="6" w:space="0" w:color="auto"/>
              <w:right w:val="single" w:sz="6" w:space="0" w:color="auto"/>
            </w:tcBorders>
          </w:tcPr>
          <w:p w14:paraId="3CA98FA5" w14:textId="77777777" w:rsidR="00394DB1" w:rsidRDefault="00D82729" w:rsidP="00B739F2">
            <w:pPr>
              <w:pStyle w:val="LetterText12pt"/>
              <w:spacing w:before="40" w:after="40"/>
              <w:ind w:left="0" w:right="0"/>
            </w:pPr>
            <w:r w:rsidRPr="007B0359">
              <w:t xml:space="preserve">The Michigan Department of Health and Human Services (MDHHS) does not discriminate against any individual or group on the basis of race, national origin, color, sex, disability, religion, age, height, weight, familial status, partisan considerations, or genetic information. Sex-based discrimination includes, but is </w:t>
            </w:r>
            <w:r w:rsidRPr="007B0359">
              <w:lastRenderedPageBreak/>
              <w:t>not limited to, discrimination based on sexual orientation, gender identity, gender expression, sex characteristics, and pregnancy.</w:t>
            </w:r>
          </w:p>
        </w:tc>
      </w:tr>
      <w:tr w:rsidR="00394DB1" w14:paraId="63F2A068" w14:textId="77777777" w:rsidTr="00C52FCE">
        <w:trPr>
          <w:trHeight w:val="312"/>
        </w:trPr>
        <w:tc>
          <w:tcPr>
            <w:tcW w:w="11366" w:type="dxa"/>
            <w:tcBorders>
              <w:top w:val="single" w:sz="6" w:space="0" w:color="auto"/>
              <w:left w:val="single" w:sz="6" w:space="0" w:color="auto"/>
              <w:bottom w:val="single" w:sz="6" w:space="0" w:color="auto"/>
              <w:right w:val="single" w:sz="6" w:space="0" w:color="auto"/>
            </w:tcBorders>
          </w:tcPr>
          <w:p w14:paraId="09357C6A" w14:textId="77777777" w:rsidR="00394DB1" w:rsidRDefault="00394DB1" w:rsidP="00C52FCE">
            <w:pPr>
              <w:pStyle w:val="LetterText12pt"/>
              <w:spacing w:before="40" w:after="40"/>
            </w:pPr>
            <w:r>
              <w:rPr>
                <w:b/>
                <w:bCs/>
              </w:rPr>
              <w:lastRenderedPageBreak/>
              <w:t>AUTHORITY</w:t>
            </w:r>
            <w:r w:rsidR="00CE6E3F">
              <w:rPr>
                <w:b/>
                <w:bCs/>
              </w:rPr>
              <w:t>:</w:t>
            </w:r>
            <w:r w:rsidR="00CE6E3F">
              <w:t xml:space="preserve"> Code of Federal Regulations Title 45 Part 45</w:t>
            </w:r>
          </w:p>
        </w:tc>
      </w:tr>
    </w:tbl>
    <w:p w14:paraId="6E00B4EF" w14:textId="77777777" w:rsidR="00063DD8" w:rsidRDefault="00B739F2" w:rsidP="003538D2">
      <w:pPr>
        <w:pStyle w:val="LetterText12pt"/>
        <w:jc w:val="center"/>
        <w:rPr>
          <w:b/>
          <w:bCs/>
          <w:vanish/>
          <w:color w:val="385623" w:themeColor="accent6" w:themeShade="80"/>
        </w:rPr>
      </w:pPr>
      <w:r w:rsidRPr="006434F7">
        <w:rPr>
          <w:b/>
          <w:bCs/>
          <w:vanish/>
          <w:color w:val="385623" w:themeColor="accent6" w:themeShade="80"/>
        </w:rPr>
        <w:t>End of form</w:t>
      </w:r>
    </w:p>
    <w:sectPr w:rsidR="00063DD8" w:rsidSect="008D73ED">
      <w:type w:val="continuous"/>
      <w:pgSz w:w="12240" w:h="15840"/>
      <w:pgMar w:top="432" w:right="432" w:bottom="432" w:left="432" w:header="0"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4269D" w14:textId="77777777" w:rsidR="00D31E3D" w:rsidRDefault="00D31E3D" w:rsidP="002C29F1">
      <w:pPr>
        <w:spacing w:after="0" w:line="240" w:lineRule="auto"/>
      </w:pPr>
      <w:r>
        <w:separator/>
      </w:r>
    </w:p>
  </w:endnote>
  <w:endnote w:type="continuationSeparator" w:id="0">
    <w:p w14:paraId="37C99550" w14:textId="77777777" w:rsidR="00D31E3D" w:rsidRDefault="00D31E3D" w:rsidP="002C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AC981" w14:textId="77777777" w:rsidR="00DD3B20" w:rsidRDefault="00DD3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2D9E1" w14:textId="77777777" w:rsidR="00E47162" w:rsidRPr="006147CC" w:rsidRDefault="006147CC" w:rsidP="00F973ED">
    <w:pPr>
      <w:pStyle w:val="LetterText12pt"/>
      <w:tabs>
        <w:tab w:val="center" w:pos="5760"/>
      </w:tabs>
      <w:spacing w:before="0" w:after="0"/>
      <w:rPr>
        <w:sz w:val="22"/>
        <w:szCs w:val="22"/>
      </w:rPr>
    </w:pPr>
    <w:r w:rsidRPr="006147CC">
      <w:rPr>
        <w:sz w:val="22"/>
        <w:szCs w:val="22"/>
      </w:rPr>
      <w:t>DCH</w:t>
    </w:r>
    <w:r w:rsidR="00CE67A6">
      <w:rPr>
        <w:sz w:val="22"/>
        <w:szCs w:val="22"/>
      </w:rPr>
      <w:t>-</w:t>
    </w:r>
    <w:r w:rsidRPr="006147CC">
      <w:rPr>
        <w:sz w:val="22"/>
        <w:szCs w:val="22"/>
      </w:rPr>
      <w:t>1277</w:t>
    </w:r>
    <w:r w:rsidR="00AA7F78">
      <w:rPr>
        <w:sz w:val="22"/>
        <w:szCs w:val="22"/>
      </w:rPr>
      <w:t>-A</w:t>
    </w:r>
    <w:r w:rsidRPr="006147CC">
      <w:rPr>
        <w:sz w:val="22"/>
        <w:szCs w:val="22"/>
      </w:rPr>
      <w:t xml:space="preserve"> (Rev. 8-24)</w:t>
    </w:r>
    <w:r w:rsidR="00F973ED" w:rsidRPr="006147CC">
      <w:rPr>
        <w:sz w:val="22"/>
        <w:szCs w:val="22"/>
      </w:rPr>
      <w:t xml:space="preserve"> Previous edition obsolete.</w:t>
    </w:r>
    <w:r w:rsidR="00F973ED" w:rsidRPr="006147CC">
      <w:rPr>
        <w:sz w:val="22"/>
        <w:szCs w:val="22"/>
      </w:rPr>
      <w:tab/>
    </w:r>
    <w:r w:rsidR="00E47162" w:rsidRPr="006147CC">
      <w:rPr>
        <w:sz w:val="22"/>
        <w:szCs w:val="22"/>
      </w:rPr>
      <w:fldChar w:fldCharType="begin"/>
    </w:r>
    <w:r w:rsidR="00E47162" w:rsidRPr="006147CC">
      <w:rPr>
        <w:sz w:val="22"/>
        <w:szCs w:val="22"/>
      </w:rPr>
      <w:instrText xml:space="preserve"> PAGE   \* MERGEFORMAT </w:instrText>
    </w:r>
    <w:r w:rsidR="00E47162" w:rsidRPr="006147CC">
      <w:rPr>
        <w:sz w:val="22"/>
        <w:szCs w:val="22"/>
      </w:rPr>
      <w:fldChar w:fldCharType="separate"/>
    </w:r>
    <w:r w:rsidR="00E47162" w:rsidRPr="006147CC">
      <w:rPr>
        <w:noProof/>
        <w:sz w:val="22"/>
        <w:szCs w:val="22"/>
      </w:rPr>
      <w:t>1</w:t>
    </w:r>
    <w:r w:rsidR="00E47162" w:rsidRPr="006147CC">
      <w:rPr>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BE226" w14:textId="77777777" w:rsidR="00DD3B20" w:rsidRDefault="00DD3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57E44" w14:textId="77777777" w:rsidR="00D31E3D" w:rsidRDefault="00D31E3D" w:rsidP="002C29F1">
      <w:pPr>
        <w:spacing w:after="0" w:line="240" w:lineRule="auto"/>
      </w:pPr>
      <w:r>
        <w:separator/>
      </w:r>
    </w:p>
  </w:footnote>
  <w:footnote w:type="continuationSeparator" w:id="0">
    <w:p w14:paraId="1E8B0BB2" w14:textId="77777777" w:rsidR="00D31E3D" w:rsidRDefault="00D31E3D" w:rsidP="002C2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5277C" w14:textId="77777777" w:rsidR="00314DA5" w:rsidRDefault="00314D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0100D" w14:textId="77777777" w:rsidR="00314DA5" w:rsidRDefault="00314D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27409" w14:textId="77777777" w:rsidR="00314DA5" w:rsidRDefault="00314D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1" w:cryptProviderType="rsaAES" w:cryptAlgorithmClass="hash" w:cryptAlgorithmType="typeAny" w:cryptAlgorithmSid="14" w:cryptSpinCount="100000" w:hash="pKsGUReDaZtjFhZFJsJcrNCEb6bHjEPEexOycCiY2Tm5kmakPhkyLrmtGsJT42X1F1jh2O3kS59Q0O20PiXRkQ==" w:salt="GiQlC/h4XMAXQMrFi1DrE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3D"/>
    <w:rsid w:val="000018EB"/>
    <w:rsid w:val="000167E3"/>
    <w:rsid w:val="0003184C"/>
    <w:rsid w:val="0006336C"/>
    <w:rsid w:val="00063DD8"/>
    <w:rsid w:val="000640E6"/>
    <w:rsid w:val="00070B3E"/>
    <w:rsid w:val="00076F4A"/>
    <w:rsid w:val="00096E4B"/>
    <w:rsid w:val="000A26CD"/>
    <w:rsid w:val="000A3625"/>
    <w:rsid w:val="000D4B3E"/>
    <w:rsid w:val="000D57F3"/>
    <w:rsid w:val="000E377E"/>
    <w:rsid w:val="001034CA"/>
    <w:rsid w:val="00116433"/>
    <w:rsid w:val="00117027"/>
    <w:rsid w:val="00133D90"/>
    <w:rsid w:val="00134832"/>
    <w:rsid w:val="00135598"/>
    <w:rsid w:val="00136588"/>
    <w:rsid w:val="00182530"/>
    <w:rsid w:val="00182BD5"/>
    <w:rsid w:val="00193CDA"/>
    <w:rsid w:val="001C23FC"/>
    <w:rsid w:val="001D0C97"/>
    <w:rsid w:val="001F2B30"/>
    <w:rsid w:val="00224431"/>
    <w:rsid w:val="00230926"/>
    <w:rsid w:val="00237E85"/>
    <w:rsid w:val="002400B8"/>
    <w:rsid w:val="002673AA"/>
    <w:rsid w:val="00275802"/>
    <w:rsid w:val="00286B86"/>
    <w:rsid w:val="00291DBF"/>
    <w:rsid w:val="002C29F1"/>
    <w:rsid w:val="002C3E1D"/>
    <w:rsid w:val="002D76C3"/>
    <w:rsid w:val="00314DA5"/>
    <w:rsid w:val="00342B25"/>
    <w:rsid w:val="0034568E"/>
    <w:rsid w:val="0034760D"/>
    <w:rsid w:val="00347B9D"/>
    <w:rsid w:val="003538D2"/>
    <w:rsid w:val="00366F90"/>
    <w:rsid w:val="00380677"/>
    <w:rsid w:val="00382D1C"/>
    <w:rsid w:val="0038663B"/>
    <w:rsid w:val="0039119F"/>
    <w:rsid w:val="00394DB1"/>
    <w:rsid w:val="003A29C0"/>
    <w:rsid w:val="003A57F1"/>
    <w:rsid w:val="003C6148"/>
    <w:rsid w:val="003C7EC5"/>
    <w:rsid w:val="003D49BD"/>
    <w:rsid w:val="003E1367"/>
    <w:rsid w:val="003E6014"/>
    <w:rsid w:val="004010A2"/>
    <w:rsid w:val="004057A2"/>
    <w:rsid w:val="00424A29"/>
    <w:rsid w:val="00441FBF"/>
    <w:rsid w:val="00456C70"/>
    <w:rsid w:val="00492E93"/>
    <w:rsid w:val="00496EC1"/>
    <w:rsid w:val="004B7C22"/>
    <w:rsid w:val="004C7EB2"/>
    <w:rsid w:val="004F7D7B"/>
    <w:rsid w:val="0050518F"/>
    <w:rsid w:val="00522514"/>
    <w:rsid w:val="00524DCB"/>
    <w:rsid w:val="0053146C"/>
    <w:rsid w:val="00566A7D"/>
    <w:rsid w:val="00577867"/>
    <w:rsid w:val="00581F0E"/>
    <w:rsid w:val="00585782"/>
    <w:rsid w:val="005A1F42"/>
    <w:rsid w:val="005B4AD3"/>
    <w:rsid w:val="005B5CF8"/>
    <w:rsid w:val="005C3B06"/>
    <w:rsid w:val="005D0D3A"/>
    <w:rsid w:val="005F3C56"/>
    <w:rsid w:val="005F7357"/>
    <w:rsid w:val="006047E8"/>
    <w:rsid w:val="00604EBC"/>
    <w:rsid w:val="006147CC"/>
    <w:rsid w:val="006352A7"/>
    <w:rsid w:val="006434F7"/>
    <w:rsid w:val="00667D85"/>
    <w:rsid w:val="006953BA"/>
    <w:rsid w:val="006A0765"/>
    <w:rsid w:val="006D0CEC"/>
    <w:rsid w:val="006D0EB0"/>
    <w:rsid w:val="006D3E40"/>
    <w:rsid w:val="006E2369"/>
    <w:rsid w:val="0071363D"/>
    <w:rsid w:val="007227E3"/>
    <w:rsid w:val="00724271"/>
    <w:rsid w:val="007306AA"/>
    <w:rsid w:val="0073602D"/>
    <w:rsid w:val="007617D8"/>
    <w:rsid w:val="007A3548"/>
    <w:rsid w:val="007B5520"/>
    <w:rsid w:val="007C00D8"/>
    <w:rsid w:val="007C5AFF"/>
    <w:rsid w:val="007D70D4"/>
    <w:rsid w:val="007D7FDA"/>
    <w:rsid w:val="007E4061"/>
    <w:rsid w:val="008433D2"/>
    <w:rsid w:val="0087482B"/>
    <w:rsid w:val="008768AD"/>
    <w:rsid w:val="00896653"/>
    <w:rsid w:val="008C3D35"/>
    <w:rsid w:val="008C566C"/>
    <w:rsid w:val="008D3C86"/>
    <w:rsid w:val="008D6BF4"/>
    <w:rsid w:val="008D73ED"/>
    <w:rsid w:val="008F1AD7"/>
    <w:rsid w:val="00921891"/>
    <w:rsid w:val="00966064"/>
    <w:rsid w:val="00966333"/>
    <w:rsid w:val="0096718F"/>
    <w:rsid w:val="009A77EB"/>
    <w:rsid w:val="009B544A"/>
    <w:rsid w:val="009C37D4"/>
    <w:rsid w:val="009C3B57"/>
    <w:rsid w:val="009C68E6"/>
    <w:rsid w:val="009D0ACF"/>
    <w:rsid w:val="009D7A6B"/>
    <w:rsid w:val="009F3F3F"/>
    <w:rsid w:val="00A00047"/>
    <w:rsid w:val="00A12270"/>
    <w:rsid w:val="00A37954"/>
    <w:rsid w:val="00A61944"/>
    <w:rsid w:val="00A6382E"/>
    <w:rsid w:val="00A70409"/>
    <w:rsid w:val="00AA7F78"/>
    <w:rsid w:val="00AC33B2"/>
    <w:rsid w:val="00AD47F5"/>
    <w:rsid w:val="00AE7E19"/>
    <w:rsid w:val="00AF03D5"/>
    <w:rsid w:val="00AF50B7"/>
    <w:rsid w:val="00B15AE6"/>
    <w:rsid w:val="00B47E9D"/>
    <w:rsid w:val="00B53FD3"/>
    <w:rsid w:val="00B61F04"/>
    <w:rsid w:val="00B6329F"/>
    <w:rsid w:val="00B636C6"/>
    <w:rsid w:val="00B63E24"/>
    <w:rsid w:val="00B70C1E"/>
    <w:rsid w:val="00B739F2"/>
    <w:rsid w:val="00B85637"/>
    <w:rsid w:val="00B920AA"/>
    <w:rsid w:val="00B96478"/>
    <w:rsid w:val="00BC4140"/>
    <w:rsid w:val="00BC67AB"/>
    <w:rsid w:val="00BE7DB8"/>
    <w:rsid w:val="00C144C4"/>
    <w:rsid w:val="00C15275"/>
    <w:rsid w:val="00C175A9"/>
    <w:rsid w:val="00C210E2"/>
    <w:rsid w:val="00C2345D"/>
    <w:rsid w:val="00C30E51"/>
    <w:rsid w:val="00C37D62"/>
    <w:rsid w:val="00C57DEC"/>
    <w:rsid w:val="00C626C0"/>
    <w:rsid w:val="00C70FBE"/>
    <w:rsid w:val="00C8101B"/>
    <w:rsid w:val="00C85FCE"/>
    <w:rsid w:val="00C950AF"/>
    <w:rsid w:val="00CE67A6"/>
    <w:rsid w:val="00CE6E3F"/>
    <w:rsid w:val="00D01C31"/>
    <w:rsid w:val="00D02152"/>
    <w:rsid w:val="00D2680A"/>
    <w:rsid w:val="00D31E3D"/>
    <w:rsid w:val="00D3487C"/>
    <w:rsid w:val="00D603CC"/>
    <w:rsid w:val="00D82729"/>
    <w:rsid w:val="00D87676"/>
    <w:rsid w:val="00DA439E"/>
    <w:rsid w:val="00DA7A60"/>
    <w:rsid w:val="00DA7B32"/>
    <w:rsid w:val="00DD3B20"/>
    <w:rsid w:val="00DE0BDE"/>
    <w:rsid w:val="00DE7B43"/>
    <w:rsid w:val="00DF2D8C"/>
    <w:rsid w:val="00DF391C"/>
    <w:rsid w:val="00DF693D"/>
    <w:rsid w:val="00E34166"/>
    <w:rsid w:val="00E42548"/>
    <w:rsid w:val="00E43AAB"/>
    <w:rsid w:val="00E47162"/>
    <w:rsid w:val="00E52CF9"/>
    <w:rsid w:val="00E5559B"/>
    <w:rsid w:val="00E650C8"/>
    <w:rsid w:val="00E850BC"/>
    <w:rsid w:val="00E92EDB"/>
    <w:rsid w:val="00E937B8"/>
    <w:rsid w:val="00EB40AA"/>
    <w:rsid w:val="00EB6276"/>
    <w:rsid w:val="00EF2397"/>
    <w:rsid w:val="00F261E5"/>
    <w:rsid w:val="00F354D1"/>
    <w:rsid w:val="00F40CD5"/>
    <w:rsid w:val="00F462F7"/>
    <w:rsid w:val="00F60A94"/>
    <w:rsid w:val="00F63199"/>
    <w:rsid w:val="00F91910"/>
    <w:rsid w:val="00F973ED"/>
    <w:rsid w:val="00FC78D8"/>
    <w:rsid w:val="00FF34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1D078"/>
  <w15:chartTrackingRefBased/>
  <w15:docId w15:val="{83CF2E85-0861-4ED6-ADA4-7070AEBD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0E6"/>
  </w:style>
  <w:style w:type="paragraph" w:styleId="Heading3">
    <w:name w:val="heading 3"/>
    <w:basedOn w:val="Normal"/>
    <w:next w:val="Normal"/>
    <w:link w:val="Heading3Char"/>
    <w:rsid w:val="002673AA"/>
    <w:pPr>
      <w:keepNext/>
      <w:spacing w:before="240" w:after="60" w:line="240" w:lineRule="auto"/>
      <w:outlineLvl w:val="2"/>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FormTitle12pt">
    <w:name w:val="Form Title 12pt"/>
    <w:basedOn w:val="Normal"/>
    <w:rsid w:val="002673AA"/>
    <w:pPr>
      <w:spacing w:after="0" w:line="240" w:lineRule="auto"/>
      <w:jc w:val="center"/>
    </w:pPr>
    <w:rPr>
      <w:rFonts w:ascii="Arial" w:eastAsia="Times New Roman" w:hAnsi="Arial" w:cs="Times New Roman"/>
      <w:sz w:val="24"/>
      <w:szCs w:val="20"/>
    </w:rPr>
  </w:style>
  <w:style w:type="paragraph" w:customStyle="1" w:styleId="FormTitle13pt">
    <w:name w:val="Form Title 13pt"/>
    <w:basedOn w:val="Normal"/>
    <w:rsid w:val="002673AA"/>
    <w:pPr>
      <w:spacing w:after="0" w:line="240" w:lineRule="auto"/>
      <w:jc w:val="center"/>
    </w:pPr>
    <w:rPr>
      <w:rFonts w:ascii="Arial" w:eastAsia="Times New Roman" w:hAnsi="Arial" w:cs="Times New Roman"/>
      <w:sz w:val="26"/>
      <w:szCs w:val="20"/>
    </w:rPr>
  </w:style>
  <w:style w:type="paragraph" w:customStyle="1" w:styleId="FormTitle14ptBld">
    <w:name w:val="Form Title 14pt Bld"/>
    <w:basedOn w:val="Normal"/>
    <w:link w:val="FormTitle14ptBldChar"/>
    <w:rsid w:val="002673AA"/>
    <w:pPr>
      <w:spacing w:after="0" w:line="240" w:lineRule="auto"/>
      <w:jc w:val="center"/>
    </w:pPr>
    <w:rPr>
      <w:rFonts w:ascii="Arial" w:eastAsia="Times New Roman" w:hAnsi="Arial" w:cs="Times New Roman"/>
      <w:caps/>
      <w:sz w:val="28"/>
      <w:szCs w:val="20"/>
    </w:rPr>
  </w:style>
  <w:style w:type="character" w:customStyle="1" w:styleId="FormTitle14ptBldChar">
    <w:name w:val="Form Title 14pt Bld Char"/>
    <w:link w:val="FormTitle14ptBld"/>
    <w:rsid w:val="002673AA"/>
    <w:rPr>
      <w:rFonts w:ascii="Arial" w:eastAsia="Times New Roman" w:hAnsi="Arial" w:cs="Times New Roman"/>
      <w:caps/>
      <w:sz w:val="28"/>
      <w:szCs w:val="20"/>
    </w:rPr>
  </w:style>
  <w:style w:type="paragraph" w:styleId="Header">
    <w:name w:val="header"/>
    <w:basedOn w:val="Normal"/>
    <w:link w:val="HeaderChar"/>
    <w:unhideWhenUsed/>
    <w:rsid w:val="002673AA"/>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2673AA"/>
    <w:rPr>
      <w:rFonts w:ascii="Times New Roman" w:eastAsia="Times New Roman" w:hAnsi="Times New Roman" w:cs="Times New Roman"/>
      <w:sz w:val="20"/>
      <w:szCs w:val="20"/>
    </w:rPr>
  </w:style>
  <w:style w:type="character" w:customStyle="1" w:styleId="Heading3Char">
    <w:name w:val="Heading 3 Char"/>
    <w:basedOn w:val="DefaultParagraphFont"/>
    <w:link w:val="Heading3"/>
    <w:rsid w:val="002673AA"/>
    <w:rPr>
      <w:rFonts w:ascii="Times New Roman" w:eastAsia="Times New Roman" w:hAnsi="Times New Roman" w:cs="Times New Roman"/>
      <w:b/>
      <w:sz w:val="24"/>
      <w:szCs w:val="20"/>
    </w:rPr>
  </w:style>
  <w:style w:type="paragraph" w:customStyle="1" w:styleId="LetterText12pt">
    <w:name w:val="Letter Text 12pt"/>
    <w:basedOn w:val="Normal"/>
    <w:rsid w:val="002673AA"/>
    <w:pPr>
      <w:spacing w:before="20" w:after="20" w:line="240" w:lineRule="auto"/>
      <w:ind w:left="-24" w:right="-48"/>
    </w:pPr>
    <w:rPr>
      <w:rFonts w:ascii="Arial" w:eastAsia="Times New Roman" w:hAnsi="Arial" w:cs="Times New Roman"/>
      <w:sz w:val="24"/>
      <w:szCs w:val="20"/>
    </w:rPr>
  </w:style>
  <w:style w:type="paragraph" w:customStyle="1" w:styleId="UserInput12pt">
    <w:name w:val="User Input 12pt"/>
    <w:basedOn w:val="Normal"/>
    <w:rsid w:val="002673AA"/>
    <w:pPr>
      <w:spacing w:before="20" w:after="0" w:line="240" w:lineRule="auto"/>
      <w:ind w:left="-24" w:right="-48"/>
    </w:pPr>
    <w:rPr>
      <w:rFonts w:ascii="Courier New" w:eastAsia="Times New Roman" w:hAnsi="Courier New" w:cs="Times New Roman"/>
      <w:sz w:val="24"/>
      <w:szCs w:val="20"/>
    </w:rPr>
  </w:style>
  <w:style w:type="table" w:styleId="TableGrid">
    <w:name w:val="Table Grid"/>
    <w:basedOn w:val="TableNormal"/>
    <w:uiPriority w:val="39"/>
    <w:rsid w:val="00267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ectionHeading">
    <w:name w:val="Section Heading"/>
    <w:basedOn w:val="LetterText12pt"/>
    <w:qFormat/>
    <w:rsid w:val="002673AA"/>
    <w:pPr>
      <w:spacing w:before="60" w:after="60"/>
    </w:pPr>
    <w:rPr>
      <w:caps/>
    </w:rPr>
  </w:style>
  <w:style w:type="paragraph" w:customStyle="1" w:styleId="LineSpacer">
    <w:name w:val="Line Spacer"/>
    <w:qFormat/>
    <w:rsid w:val="002673AA"/>
    <w:pPr>
      <w:spacing w:after="0" w:line="20" w:lineRule="exact"/>
    </w:pPr>
    <w:rPr>
      <w:rFonts w:ascii="Arial Bold" w:eastAsia="Times New Roman" w:hAnsi="Arial Bold" w:cs="Times New Roman"/>
      <w:b/>
      <w:sz w:val="2"/>
      <w:szCs w:val="20"/>
    </w:rPr>
  </w:style>
  <w:style w:type="character" w:styleId="Strong">
    <w:name w:val="Strong"/>
    <w:basedOn w:val="DefaultParagraphFont"/>
    <w:uiPriority w:val="22"/>
    <w:qFormat/>
    <w:rsid w:val="002673AA"/>
    <w:rPr>
      <w:b/>
      <w:bCs/>
    </w:rPr>
  </w:style>
  <w:style w:type="paragraph" w:styleId="Footer">
    <w:name w:val="footer"/>
    <w:basedOn w:val="Normal"/>
    <w:link w:val="FooterChar"/>
    <w:uiPriority w:val="99"/>
    <w:unhideWhenUsed/>
    <w:rsid w:val="00267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3AA"/>
  </w:style>
  <w:style w:type="character" w:styleId="FollowedHyperlink">
    <w:name w:val="FollowedHyperlink"/>
    <w:basedOn w:val="DefaultParagraphFont"/>
    <w:uiPriority w:val="99"/>
    <w:semiHidden/>
    <w:unhideWhenUsed/>
    <w:rsid w:val="002673AA"/>
    <w:rPr>
      <w:color w:val="954F72" w:themeColor="followedHyperlink"/>
      <w:u w:val="single"/>
    </w:rPr>
  </w:style>
  <w:style w:type="character" w:styleId="Hyperlink">
    <w:name w:val="Hyperlink"/>
    <w:basedOn w:val="DefaultParagraphFont"/>
    <w:uiPriority w:val="99"/>
    <w:unhideWhenUsed/>
    <w:rsid w:val="002673AA"/>
    <w:rPr>
      <w:color w:val="0563C1" w:themeColor="hyperlink"/>
      <w:u w:val="single"/>
    </w:rPr>
  </w:style>
  <w:style w:type="character" w:styleId="UnresolvedMention">
    <w:name w:val="Unresolved Mention"/>
    <w:basedOn w:val="DefaultParagraphFont"/>
    <w:uiPriority w:val="99"/>
    <w:semiHidden/>
    <w:unhideWhenUsed/>
    <w:rsid w:val="002673AA"/>
    <w:rPr>
      <w:color w:val="605E5C"/>
      <w:shd w:val="clear" w:color="auto" w:fill="E1DFDD"/>
    </w:rPr>
  </w:style>
  <w:style w:type="paragraph" w:customStyle="1" w:styleId="ADANote">
    <w:name w:val="ADA Note"/>
    <w:basedOn w:val="NoSpacing"/>
    <w:link w:val="ADANoteChar"/>
    <w:qFormat/>
    <w:rsid w:val="00896653"/>
    <w:pPr>
      <w:jc w:val="both"/>
    </w:pPr>
    <w:rPr>
      <w:rFonts w:eastAsia="Times New Roman" w:cs="Times New Roman"/>
      <w:noProof/>
      <w:vanish/>
      <w:sz w:val="20"/>
      <w:szCs w:val="20"/>
    </w:rPr>
  </w:style>
  <w:style w:type="character" w:customStyle="1" w:styleId="ADANoteChar">
    <w:name w:val="ADA Note Char"/>
    <w:basedOn w:val="DefaultParagraphFont"/>
    <w:link w:val="ADANote"/>
    <w:rsid w:val="00896653"/>
    <w:rPr>
      <w:rFonts w:eastAsia="Times New Roman" w:cs="Times New Roman"/>
      <w:noProof/>
      <w:vanish/>
      <w:sz w:val="20"/>
      <w:szCs w:val="20"/>
    </w:rPr>
  </w:style>
  <w:style w:type="paragraph" w:styleId="NoSpacing">
    <w:name w:val="No Spacing"/>
    <w:uiPriority w:val="1"/>
    <w:qFormat/>
    <w:rsid w:val="00896653"/>
    <w:pPr>
      <w:spacing w:after="0" w:line="240" w:lineRule="auto"/>
    </w:pPr>
  </w:style>
  <w:style w:type="paragraph" w:styleId="HTMLPreformatted">
    <w:name w:val="HTML Preformatted"/>
    <w:basedOn w:val="Normal"/>
    <w:link w:val="HTMLPreformattedChar"/>
    <w:uiPriority w:val="99"/>
    <w:semiHidden/>
    <w:unhideWhenUsed/>
    <w:rsid w:val="003D4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D49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278219">
      <w:bodyDiv w:val="1"/>
      <w:marLeft w:val="0"/>
      <w:marRight w:val="0"/>
      <w:marTop w:val="0"/>
      <w:marBottom w:val="0"/>
      <w:divBdr>
        <w:top w:val="none" w:sz="0" w:space="0" w:color="auto"/>
        <w:left w:val="none" w:sz="0" w:space="0" w:color="auto"/>
        <w:bottom w:val="none" w:sz="0" w:space="0" w:color="auto"/>
        <w:right w:val="none" w:sz="0" w:space="0" w:color="auto"/>
      </w:divBdr>
    </w:div>
    <w:div w:id="337276444">
      <w:bodyDiv w:val="1"/>
      <w:marLeft w:val="0"/>
      <w:marRight w:val="0"/>
      <w:marTop w:val="0"/>
      <w:marBottom w:val="0"/>
      <w:divBdr>
        <w:top w:val="none" w:sz="0" w:space="0" w:color="auto"/>
        <w:left w:val="none" w:sz="0" w:space="0" w:color="auto"/>
        <w:bottom w:val="none" w:sz="0" w:space="0" w:color="auto"/>
        <w:right w:val="none" w:sz="0" w:space="0" w:color="auto"/>
      </w:divBdr>
    </w:div>
    <w:div w:id="75682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HHS-IRB@michigan.gov"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DHHS-IRB@michigan.gov"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MDHHS-IRB@michigan.gov"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monss4\Downloads\dc274DCH1277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A73CF-0F9E-4CA3-B087-979587EA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dc274DCH1277A</Template>
  <TotalTime>0</TotalTime>
  <Pages>3</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IRB Abbreviated Initial Review Application</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DCH-1277-A, IRB Initial Review Application - Abbreviated</dc:title>
  <dc:subject>IRB Initial Review Application - Abbreviated </dc:subject>
  <dc:creator>Michigan Department of Health and Human Services</dc:creator>
  <cp:keywords>MDHHS;IRB;Initial Review;DCH-1277-A;Application;Abbreviated</cp:keywords>
  <dc:description/>
  <cp:lastModifiedBy>Simmons, Scott (DTMB)</cp:lastModifiedBy>
  <cp:revision>2</cp:revision>
  <dcterms:created xsi:type="dcterms:W3CDTF">2024-09-11T20:49:00Z</dcterms:created>
  <dcterms:modified xsi:type="dcterms:W3CDTF">2024-09-11T20:49:00Z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46dfe0-534f-4c95-815c-5b1af86b9823_Enabled">
    <vt:lpwstr>true</vt:lpwstr>
  </property>
  <property fmtid="{D5CDD505-2E9C-101B-9397-08002B2CF9AE}" pid="3" name="MSIP_Label_2f46dfe0-534f-4c95-815c-5b1af86b9823_SetDate">
    <vt:lpwstr>2024-09-11T20:48:58Z</vt:lpwstr>
  </property>
  <property fmtid="{D5CDD505-2E9C-101B-9397-08002B2CF9AE}" pid="4" name="MSIP_Label_2f46dfe0-534f-4c95-815c-5b1af86b9823_Method">
    <vt:lpwstr>Privileged</vt:lpwstr>
  </property>
  <property fmtid="{D5CDD505-2E9C-101B-9397-08002B2CF9AE}" pid="5" name="MSIP_Label_2f46dfe0-534f-4c95-815c-5b1af86b9823_Name">
    <vt:lpwstr>2f46dfe0-534f-4c95-815c-5b1af86b9823</vt:lpwstr>
  </property>
  <property fmtid="{D5CDD505-2E9C-101B-9397-08002B2CF9AE}" pid="6" name="MSIP_Label_2f46dfe0-534f-4c95-815c-5b1af86b9823_SiteId">
    <vt:lpwstr>d5fb7087-3777-42ad-966a-892ef47225d1</vt:lpwstr>
  </property>
  <property fmtid="{D5CDD505-2E9C-101B-9397-08002B2CF9AE}" pid="7" name="MSIP_Label_2f46dfe0-534f-4c95-815c-5b1af86b9823_ActionId">
    <vt:lpwstr>3da292a8-ac19-4621-80e6-7406fd7e3551</vt:lpwstr>
  </property>
  <property fmtid="{D5CDD505-2E9C-101B-9397-08002B2CF9AE}" pid="8" name="MSIP_Label_2f46dfe0-534f-4c95-815c-5b1af86b9823_ContentBits">
    <vt:lpwstr>0</vt:lpwstr>
  </property>
</Properties>
</file>